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C24FE" w:rsidR="00CC24FE" w:rsidP="003DD197" w:rsidRDefault="00117964" w14:paraId="61A02042" w14:textId="4104B837">
      <w:pPr>
        <w:spacing w:after="200" w:line="276" w:lineRule="auto"/>
        <w:rPr>
          <w:b w:val="1"/>
          <w:bCs w:val="1"/>
          <w:sz w:val="48"/>
          <w:szCs w:val="48"/>
        </w:rPr>
      </w:pPr>
      <w:r w:rsidRPr="54A72A54" w:rsidR="00117964">
        <w:rPr>
          <w:b w:val="1"/>
          <w:bCs w:val="1"/>
          <w:sz w:val="44"/>
          <w:szCs w:val="44"/>
        </w:rPr>
        <w:t>M</w:t>
      </w:r>
      <w:r w:rsidRPr="54A72A54" w:rsidR="00CC24FE">
        <w:rPr>
          <w:b w:val="1"/>
          <w:bCs w:val="1"/>
          <w:sz w:val="44"/>
          <w:szCs w:val="44"/>
        </w:rPr>
        <w:t>al for prosjektbeskrivelse</w:t>
      </w:r>
      <w:r>
        <w:br/>
      </w:r>
      <w:r w:rsidRPr="54A72A54" w:rsidR="00CC24FE">
        <w:rPr>
          <w:sz w:val="36"/>
          <w:szCs w:val="36"/>
        </w:rPr>
        <w:t>Koordinerings- og støtteaktivitet</w:t>
      </w:r>
      <w:r w:rsidRPr="54A72A54" w:rsidR="001C119C">
        <w:rPr>
          <w:sz w:val="36"/>
          <w:szCs w:val="36"/>
        </w:rPr>
        <w:t xml:space="preserve"> </w:t>
      </w:r>
      <w:r w:rsidRPr="54A72A54" w:rsidR="00336015">
        <w:rPr>
          <w:sz w:val="36"/>
          <w:szCs w:val="36"/>
        </w:rPr>
        <w:t xml:space="preserve">- </w:t>
      </w:r>
      <w:r w:rsidRPr="54A72A54" w:rsidR="7E705178">
        <w:rPr>
          <w:sz w:val="36"/>
          <w:szCs w:val="36"/>
        </w:rPr>
        <w:t>C</w:t>
      </w:r>
      <w:r w:rsidRPr="54A72A54" w:rsidR="1C598333">
        <w:rPr>
          <w:sz w:val="36"/>
          <w:szCs w:val="36"/>
        </w:rPr>
        <w:t>ybersikkerhet</w:t>
      </w:r>
    </w:p>
    <w:p w:rsidRPr="00CC24FE" w:rsidR="00CC24FE" w:rsidP="00CC24FE" w:rsidRDefault="00CC24FE" w14:paraId="57027C4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>Utfylling:</w:t>
      </w:r>
    </w:p>
    <w:p w:rsidRPr="00CC24FE" w:rsidR="00CC24FE" w:rsidP="00CC24FE" w:rsidRDefault="00CC24FE" w14:paraId="1567D7F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Denne malen skal benyttes. Vedlegget skal lastes opp i det elektroniske søknadsskjemaet i PDF-format. All kursivskrift og rammene i denne malen er støttetekst og skal slettes i det endelige dokumentet. </w:t>
      </w:r>
    </w:p>
    <w:p w:rsidRPr="00CC24FE" w:rsidR="00CC24FE" w:rsidP="00CC24FE" w:rsidRDefault="00CC24FE" w14:paraId="4BD4DC7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CC24FE">
        <w:rPr>
          <w:b/>
          <w:i/>
        </w:rPr>
        <w:t xml:space="preserve">Alle punkter skal besvares. Rekkefølgen i malen skal følges. </w:t>
      </w:r>
    </w:p>
    <w:p w:rsidRPr="00CC24FE" w:rsidR="00CC24FE" w:rsidP="00CC24FE" w:rsidRDefault="00CC24FE" w14:paraId="401ADB3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Cs w:val="24"/>
        </w:rPr>
      </w:pPr>
      <w:r w:rsidRPr="00CC24FE">
        <w:rPr>
          <w:b/>
          <w:i/>
        </w:rPr>
        <w:t xml:space="preserve">Prosjektbeskrivelsen skal utfylle informasjon gitt i den elektroniske søknaden du oppretter på Mitt nettsted. </w:t>
      </w:r>
      <w:r w:rsidRPr="00CC24FE">
        <w:rPr>
          <w:b/>
          <w:i/>
          <w:szCs w:val="24"/>
        </w:rPr>
        <w:t xml:space="preserve">Nettsider eller andre dokumenter, som det vises til eller lenkes til, vil </w:t>
      </w:r>
      <w:r w:rsidRPr="00CC24FE">
        <w:rPr>
          <w:b/>
          <w:bCs/>
          <w:i/>
          <w:szCs w:val="24"/>
        </w:rPr>
        <w:t>ikke</w:t>
      </w:r>
      <w:r w:rsidRPr="00CC24FE">
        <w:rPr>
          <w:b/>
          <w:i/>
          <w:szCs w:val="24"/>
        </w:rPr>
        <w:t xml:space="preserve"> bli vurdert i søknadsbehandlingen.</w:t>
      </w:r>
    </w:p>
    <w:p w:rsidRPr="00CC24FE" w:rsidR="00CC24FE" w:rsidP="00CC24FE" w:rsidRDefault="00CC24FE" w14:paraId="6158648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Omfang: </w:t>
      </w:r>
    </w:p>
    <w:p w:rsidRPr="00CC24FE" w:rsidR="00CC24FE" w:rsidP="00CC24FE" w:rsidRDefault="00CC24FE" w14:paraId="1714AA6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CC24FE">
        <w:rPr>
          <w:b/>
          <w:i/>
        </w:rPr>
        <w:t>Dokumentet kan være på maksimalt 5 sider</w:t>
      </w:r>
      <w:r w:rsidRPr="00CC24FE">
        <w:rPr>
          <w:b/>
          <w:i/>
          <w:szCs w:val="24"/>
        </w:rPr>
        <w:t xml:space="preserve">, </w:t>
      </w:r>
      <w:r w:rsidRPr="00CC24FE">
        <w:rPr>
          <w:b/>
          <w:i/>
        </w:rPr>
        <w:t xml:space="preserve">og teksten må være fontstørrelse 11 og fonttype Times New Roman, Arial eller </w:t>
      </w:r>
      <w:proofErr w:type="spellStart"/>
      <w:r w:rsidRPr="00CC24FE">
        <w:rPr>
          <w:b/>
          <w:i/>
        </w:rPr>
        <w:t>Calibri</w:t>
      </w:r>
      <w:proofErr w:type="spellEnd"/>
      <w:r w:rsidRPr="00CC24FE">
        <w:rPr>
          <w:b/>
          <w:i/>
        </w:rPr>
        <w:t>. For referanser, figurer og tabellinnhold kan det brukes fontstørrelse 9.</w:t>
      </w:r>
    </w:p>
    <w:p w:rsidRPr="00CC24FE" w:rsidR="00CC24FE" w:rsidP="00CC24FE" w:rsidRDefault="00CC24FE" w14:paraId="0EDA808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  <w:sz w:val="28"/>
        </w:rPr>
      </w:pPr>
      <w:r w:rsidRPr="00CC24FE">
        <w:rPr>
          <w:b/>
          <w:i/>
          <w:sz w:val="28"/>
        </w:rPr>
        <w:t xml:space="preserve">Språk: </w:t>
      </w:r>
    </w:p>
    <w:p w:rsidRPr="00CC24FE" w:rsidR="00CC24FE" w:rsidP="00CC24FE" w:rsidRDefault="00CC24FE" w14:paraId="6F814A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0"/>
        </w:pBdr>
        <w:spacing w:before="120" w:after="120"/>
        <w:rPr>
          <w:b/>
          <w:i/>
        </w:rPr>
      </w:pPr>
      <w:r w:rsidRPr="00CC24FE">
        <w:rPr>
          <w:b/>
          <w:i/>
        </w:rPr>
        <w:t>Norsk | Engelsk</w:t>
      </w:r>
    </w:p>
    <w:p w:rsidRPr="00CC24FE" w:rsidR="00CC24FE" w:rsidP="00CC24FE" w:rsidRDefault="00CC24FE" w14:paraId="4E0A7495" w14:textId="77777777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Prosjekttittel</w:t>
      </w:r>
    </w:p>
    <w:p w:rsidR="00721370" w:rsidP="00CC24FE" w:rsidRDefault="00CC24FE" w14:paraId="0227515F" w14:textId="77777777">
      <w:pPr>
        <w:rPr>
          <w:i/>
        </w:rPr>
      </w:pPr>
      <w:r w:rsidRPr="00CC24FE">
        <w:rPr>
          <w:i/>
        </w:rPr>
        <w:t>Skriv inn samme tittel som i elektronisk søknad.</w:t>
      </w:r>
    </w:p>
    <w:p w:rsidRPr="00CC24FE" w:rsidR="00CC24FE" w:rsidP="00CC24FE" w:rsidRDefault="00F40CC8" w14:paraId="396969CD" w14:textId="77777777">
      <w:pPr>
        <w:keepNext/>
        <w:keepLines/>
        <w:spacing w:before="200" w:after="120"/>
        <w:outlineLvl w:val="1"/>
        <w:rPr>
          <w:rFonts w:eastAsiaTheme="majorEastAsia" w:cstheme="minorHAnsi"/>
          <w:b/>
          <w:bCs/>
          <w:color w:val="FF0000"/>
          <w:sz w:val="32"/>
          <w:szCs w:val="32"/>
        </w:rPr>
      </w:pPr>
      <w:r w:rsidRPr="003DD197">
        <w:rPr>
          <w:rFonts w:eastAsiaTheme="majorEastAsia"/>
          <w:b/>
          <w:bCs/>
          <w:color w:val="FF0000"/>
          <w:sz w:val="32"/>
          <w:szCs w:val="32"/>
        </w:rPr>
        <w:t>Kvalitet</w:t>
      </w:r>
      <w:r w:rsidRPr="003DD197" w:rsidR="00CC24FE">
        <w:rPr>
          <w:rFonts w:eastAsiaTheme="majorEastAsia"/>
          <w:b/>
          <w:bCs/>
          <w:color w:val="FF0000"/>
          <w:sz w:val="32"/>
          <w:szCs w:val="32"/>
        </w:rPr>
        <w:t xml:space="preserve"> (</w:t>
      </w:r>
      <w:proofErr w:type="spellStart"/>
      <w:r w:rsidRPr="003DD197" w:rsidR="00CC24FE">
        <w:rPr>
          <w:rFonts w:eastAsiaTheme="majorEastAsia"/>
          <w:b/>
          <w:bCs/>
          <w:color w:val="FF0000"/>
          <w:sz w:val="32"/>
          <w:szCs w:val="32"/>
        </w:rPr>
        <w:t>Excellence</w:t>
      </w:r>
      <w:proofErr w:type="spellEnd"/>
      <w:r w:rsidRPr="003DD197" w:rsidR="00CC24FE">
        <w:rPr>
          <w:rFonts w:eastAsiaTheme="majorEastAsia"/>
          <w:b/>
          <w:bCs/>
          <w:color w:val="FF0000"/>
          <w:sz w:val="32"/>
          <w:szCs w:val="32"/>
        </w:rPr>
        <w:t>)</w:t>
      </w:r>
      <w:r>
        <w:tab/>
      </w:r>
    </w:p>
    <w:p w:rsidR="00CC24FE" w:rsidP="003DD197" w:rsidRDefault="00CC24FE" w14:paraId="7B61ACE2" w14:textId="485DAD68">
      <w:pPr>
        <w:spacing w:line="360" w:lineRule="auto"/>
        <w:jc w:val="both"/>
        <w:rPr>
          <w:rFonts w:eastAsiaTheme="majorEastAsia"/>
          <w:i/>
          <w:iCs/>
        </w:rPr>
      </w:pPr>
      <w:r w:rsidRPr="003DD197">
        <w:rPr>
          <w:rFonts w:eastAsiaTheme="majorEastAsia"/>
          <w:i/>
          <w:iCs/>
        </w:rPr>
        <w:t xml:space="preserve">Beskriv formålet med aktiviteten og på hvilken måte prosjektet er relevant </w:t>
      </w:r>
      <w:r w:rsidRPr="003DD197" w:rsidR="00336015">
        <w:rPr>
          <w:rFonts w:eastAsiaTheme="majorEastAsia"/>
          <w:i/>
          <w:iCs/>
        </w:rPr>
        <w:t>for</w:t>
      </w:r>
      <w:r w:rsidRPr="003DD197">
        <w:rPr>
          <w:rFonts w:eastAsiaTheme="majorEastAsia"/>
          <w:i/>
          <w:iCs/>
        </w:rPr>
        <w:t xml:space="preserve"> utlysningens </w:t>
      </w:r>
      <w:r w:rsidRPr="003DD197" w:rsidR="00A5588E">
        <w:rPr>
          <w:rFonts w:eastAsiaTheme="majorEastAsia"/>
          <w:i/>
          <w:iCs/>
        </w:rPr>
        <w:t xml:space="preserve">formål og </w:t>
      </w:r>
      <w:r w:rsidRPr="003DD197">
        <w:rPr>
          <w:rFonts w:eastAsiaTheme="majorEastAsia"/>
          <w:i/>
          <w:iCs/>
        </w:rPr>
        <w:t xml:space="preserve">føringer. </w:t>
      </w:r>
    </w:p>
    <w:p w:rsidR="2E96E405" w:rsidP="003DD197" w:rsidRDefault="2E96E405" w14:paraId="03CB86ED" w14:textId="66A633A5">
      <w:pPr>
        <w:spacing w:line="360" w:lineRule="auto"/>
        <w:jc w:val="both"/>
        <w:rPr>
          <w:rFonts w:eastAsiaTheme="majorEastAsia"/>
          <w:i/>
          <w:iCs/>
        </w:rPr>
      </w:pPr>
      <w:r w:rsidRPr="003DD197">
        <w:rPr>
          <w:rFonts w:eastAsiaTheme="majorEastAsia"/>
          <w:i/>
          <w:iCs/>
        </w:rPr>
        <w:t>Beskriv hvordan konseptet er gjennomtenkt, troverdig og nyskapende.</w:t>
      </w:r>
    </w:p>
    <w:p w:rsidR="2E96E405" w:rsidP="003DD197" w:rsidRDefault="2E96E405" w14:paraId="56BB6268" w14:textId="4B2E15B6">
      <w:pPr>
        <w:rPr>
          <w:i/>
          <w:iCs/>
        </w:rPr>
      </w:pPr>
      <w:r w:rsidRPr="003DD197">
        <w:rPr>
          <w:i/>
          <w:iCs/>
        </w:rPr>
        <w:t>Beskriv planlagte leveranser i prosjektet.</w:t>
      </w:r>
    </w:p>
    <w:p w:rsidR="003DD197" w:rsidP="003DD197" w:rsidRDefault="003DD197" w14:paraId="71266EAB" w14:textId="3BA89BB0">
      <w:pPr>
        <w:pStyle w:val="Listeavsnitt"/>
        <w:spacing w:line="360" w:lineRule="auto"/>
        <w:ind w:left="360"/>
        <w:jc w:val="both"/>
        <w:rPr>
          <w:rFonts w:eastAsiaTheme="majorEastAsia"/>
          <w:i/>
          <w:iCs/>
        </w:rPr>
      </w:pPr>
    </w:p>
    <w:p w:rsidRPr="00CC24FE" w:rsidR="00CC24FE" w:rsidP="00CC24FE" w:rsidRDefault="00CC24FE" w14:paraId="72F3FC5E" w14:textId="77777777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i/>
          <w:sz w:val="36"/>
          <w:szCs w:val="26"/>
        </w:rPr>
      </w:pP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Virkning</w:t>
      </w:r>
      <w:r w:rsidR="006E7402">
        <w:rPr>
          <w:rFonts w:eastAsiaTheme="majorEastAsia" w:cstheme="minorHAnsi"/>
          <w:b/>
          <w:bCs/>
          <w:color w:val="FF0000"/>
          <w:sz w:val="32"/>
          <w:szCs w:val="32"/>
        </w:rPr>
        <w:t>er</w:t>
      </w: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 xml:space="preserve"> og effekter (</w:t>
      </w:r>
      <w:proofErr w:type="spellStart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Impact</w:t>
      </w:r>
      <w:proofErr w:type="spellEnd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)</w:t>
      </w:r>
      <w:r w:rsidRPr="00CC24FE">
        <w:rPr>
          <w:rFonts w:eastAsiaTheme="majorEastAsia" w:cstheme="minorHAnsi"/>
          <w:b/>
          <w:bCs/>
          <w:sz w:val="32"/>
          <w:szCs w:val="32"/>
        </w:rPr>
        <w:tab/>
      </w:r>
    </w:p>
    <w:p w:rsidRPr="00CC24FE" w:rsidR="00CC24FE" w:rsidP="008A5827" w:rsidRDefault="006E7402" w14:paraId="15258C8D" w14:textId="526CA9BC">
      <w:pPr>
        <w:rPr>
          <w:rFonts w:eastAsiaTheme="majorEastAsia" w:cstheme="majorBidi"/>
          <w:bCs/>
          <w:i/>
          <w:szCs w:val="26"/>
        </w:rPr>
      </w:pPr>
      <w:r>
        <w:rPr>
          <w:rFonts w:eastAsiaTheme="majorEastAsia" w:cstheme="majorBidi"/>
          <w:bCs/>
          <w:i/>
          <w:szCs w:val="26"/>
        </w:rPr>
        <w:br/>
      </w:r>
      <w:r w:rsidRPr="00CC24FE" w:rsidR="00CC24FE">
        <w:rPr>
          <w:rFonts w:eastAsiaTheme="majorEastAsia" w:cstheme="majorBidi"/>
          <w:bCs/>
          <w:i/>
          <w:szCs w:val="26"/>
        </w:rPr>
        <w:t xml:space="preserve">Gjør </w:t>
      </w:r>
      <w:r>
        <w:rPr>
          <w:rFonts w:eastAsiaTheme="majorEastAsia" w:cstheme="majorBidi"/>
          <w:bCs/>
          <w:i/>
          <w:szCs w:val="26"/>
        </w:rPr>
        <w:t xml:space="preserve">kort </w:t>
      </w:r>
      <w:r w:rsidRPr="00CC24FE" w:rsidR="00CC24FE">
        <w:rPr>
          <w:rFonts w:eastAsiaTheme="majorEastAsia" w:cstheme="majorBidi"/>
          <w:bCs/>
          <w:i/>
          <w:szCs w:val="26"/>
        </w:rPr>
        <w:t>rede for hvilke virkninger og effekter som kan forventes av prosjektet, på kort og mellomlang sikt, og hvilke samfunns-/systemeffekter prosjektet vil kunne bidra til på lenger sikt.</w:t>
      </w:r>
    </w:p>
    <w:p w:rsidRPr="00CC24FE" w:rsidR="00CC24FE" w:rsidP="00A5588E" w:rsidRDefault="00CC24FE" w14:paraId="5C8DAE00" w14:textId="77777777">
      <w:pPr>
        <w:rPr>
          <w:rFonts w:cstheme="minorHAnsi"/>
          <w:i/>
        </w:rPr>
      </w:pPr>
    </w:p>
    <w:p w:rsidRPr="006E7402" w:rsidR="006E7402" w:rsidP="006E7402" w:rsidRDefault="00CC24FE" w14:paraId="4259195B" w14:textId="77777777">
      <w:pPr>
        <w:keepNext/>
        <w:keepLines/>
        <w:spacing w:before="200" w:after="120"/>
        <w:outlineLvl w:val="1"/>
        <w:rPr>
          <w:rFonts w:cstheme="minorHAnsi"/>
          <w:i/>
        </w:rPr>
      </w:pPr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 xml:space="preserve">Gjennomføring </w:t>
      </w:r>
      <w:bookmarkStart w:name="_Hlk522646378" w:id="0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(</w:t>
      </w:r>
      <w:proofErr w:type="spellStart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Implementation</w:t>
      </w:r>
      <w:proofErr w:type="spellEnd"/>
      <w:r w:rsidRPr="00CC24FE">
        <w:rPr>
          <w:rFonts w:eastAsiaTheme="majorEastAsia" w:cstheme="minorHAnsi"/>
          <w:b/>
          <w:bCs/>
          <w:color w:val="FF0000"/>
          <w:sz w:val="32"/>
          <w:szCs w:val="32"/>
        </w:rPr>
        <w:t>)</w:t>
      </w:r>
      <w:bookmarkEnd w:id="0"/>
    </w:p>
    <w:p w:rsidR="00D76D3E" w:rsidP="23863133" w:rsidRDefault="6AB37000" w14:paraId="6F2E8C5A" w14:textId="77777777">
      <w:pPr>
        <w:keepNext/>
        <w:keepLines/>
        <w:spacing w:before="200" w:after="0" w:line="276" w:lineRule="auto"/>
        <w:rPr>
          <w:rFonts w:eastAsiaTheme="majorEastAsia"/>
          <w:b/>
          <w:bCs/>
          <w:sz w:val="32"/>
          <w:szCs w:val="32"/>
        </w:rPr>
      </w:pPr>
      <w:r w:rsidRPr="23863133">
        <w:rPr>
          <w:rFonts w:eastAsiaTheme="majorEastAsia"/>
          <w:b/>
          <w:bCs/>
          <w:sz w:val="32"/>
          <w:szCs w:val="32"/>
        </w:rPr>
        <w:t>Samarbeidspartnere og rolledeling</w:t>
      </w:r>
    </w:p>
    <w:p w:rsidRPr="00E52B51" w:rsidR="00997649" w:rsidP="00D76D3E" w:rsidRDefault="00107DDB" w14:paraId="4C1D8E5F" w14:textId="5BDA4CA4">
      <w:pPr>
        <w:keepNext/>
        <w:keepLines/>
        <w:spacing w:before="200" w:after="0" w:line="276" w:lineRule="auto"/>
        <w:rPr>
          <w:rFonts w:cstheme="minorHAnsi"/>
          <w:i/>
        </w:rPr>
      </w:pPr>
      <w:r w:rsidRPr="00E52B51">
        <w:rPr>
          <w:rFonts w:cstheme="minorHAnsi"/>
          <w:i/>
        </w:rPr>
        <w:t>Redegjør</w:t>
      </w:r>
      <w:r w:rsidR="00A70AC0">
        <w:rPr>
          <w:rFonts w:cstheme="minorHAnsi"/>
          <w:i/>
        </w:rPr>
        <w:t xml:space="preserve"> kort</w:t>
      </w:r>
      <w:r w:rsidRPr="00E52B51">
        <w:rPr>
          <w:rFonts w:cstheme="minorHAnsi"/>
          <w:i/>
        </w:rPr>
        <w:t xml:space="preserve"> for</w:t>
      </w:r>
      <w:r w:rsidRPr="00E52B51" w:rsidR="00E52B51">
        <w:rPr>
          <w:rFonts w:cstheme="minorHAnsi"/>
          <w:i/>
        </w:rPr>
        <w:t xml:space="preserve"> samarbeidskonstellasjonen i prosjektet og </w:t>
      </w:r>
      <w:r w:rsidR="00A70AC0">
        <w:rPr>
          <w:rFonts w:cstheme="minorHAnsi"/>
          <w:i/>
        </w:rPr>
        <w:t>rolledelingen.</w:t>
      </w:r>
    </w:p>
    <w:p w:rsidR="00CC24FE" w:rsidP="00D76D3E" w:rsidRDefault="006E7402" w14:paraId="3AF85001" w14:textId="77777777">
      <w:pPr>
        <w:keepNext/>
        <w:keepLines/>
        <w:spacing w:before="200" w:after="0"/>
        <w:outlineLvl w:val="1"/>
        <w:rPr>
          <w:rFonts w:cstheme="minorHAnsi"/>
          <w:i/>
        </w:rPr>
      </w:pPr>
      <w:r>
        <w:rPr>
          <w:rFonts w:eastAsiaTheme="majorEastAsia" w:cstheme="minorHAnsi"/>
          <w:b/>
          <w:bCs/>
          <w:sz w:val="32"/>
          <w:szCs w:val="32"/>
        </w:rPr>
        <w:t>Organisering, r</w:t>
      </w:r>
      <w:r w:rsidRPr="00CC24FE" w:rsidR="00CC24FE">
        <w:rPr>
          <w:rFonts w:eastAsiaTheme="majorEastAsia" w:cstheme="minorHAnsi"/>
          <w:b/>
          <w:bCs/>
          <w:sz w:val="32"/>
          <w:szCs w:val="32"/>
        </w:rPr>
        <w:t>essurser</w:t>
      </w:r>
      <w:r>
        <w:rPr>
          <w:rFonts w:eastAsiaTheme="majorEastAsia" w:cstheme="minorHAnsi"/>
          <w:b/>
          <w:bCs/>
          <w:sz w:val="32"/>
          <w:szCs w:val="32"/>
        </w:rPr>
        <w:t xml:space="preserve"> og</w:t>
      </w:r>
      <w:r w:rsidRPr="00CC24FE" w:rsidR="00CC24FE">
        <w:rPr>
          <w:rFonts w:eastAsiaTheme="majorEastAsia" w:cstheme="minorHAnsi"/>
          <w:b/>
          <w:bCs/>
          <w:sz w:val="32"/>
          <w:szCs w:val="32"/>
        </w:rPr>
        <w:t xml:space="preserve"> kompetanse</w:t>
      </w:r>
      <w:r w:rsidRPr="00CC24FE">
        <w:rPr>
          <w:rFonts w:eastAsiaTheme="majorEastAsia" w:cstheme="minorHAnsi"/>
          <w:b/>
          <w:bCs/>
          <w:sz w:val="32"/>
          <w:szCs w:val="32"/>
        </w:rPr>
        <w:t xml:space="preserve"> </w:t>
      </w:r>
      <w:r w:rsidRPr="00CC24FE" w:rsidR="00CC24FE">
        <w:rPr>
          <w:rFonts w:eastAsiaTheme="majorEastAsia" w:cstheme="minorHAnsi"/>
          <w:b/>
          <w:bCs/>
          <w:sz w:val="32"/>
          <w:szCs w:val="32"/>
        </w:rPr>
        <w:br/>
      </w:r>
    </w:p>
    <w:p w:rsidRPr="00CC24FE" w:rsidR="00D76D3E" w:rsidP="00D76D3E" w:rsidRDefault="00D76D3E" w14:paraId="63220D21" w14:textId="77777777">
      <w:pPr>
        <w:rPr>
          <w:rFonts w:cstheme="minorHAnsi"/>
          <w:i/>
        </w:rPr>
      </w:pPr>
      <w:r w:rsidRPr="00CC24FE">
        <w:rPr>
          <w:rFonts w:cstheme="minorHAnsi"/>
          <w:i/>
        </w:rPr>
        <w:t xml:space="preserve">Redegjør mer detaljert for hvordan prosjektet er tenkt organisert og gjennomført. Særlig for store og/eller sammensatte prosjekter er det viktig å beskrive hvordan de ulike elementene er planlagt, og hvordan samhandlingen skal være mellom disse. </w:t>
      </w:r>
    </w:p>
    <w:p w:rsidRPr="008A5827" w:rsidR="008A5827" w:rsidP="003DD197" w:rsidRDefault="008A5827" w14:paraId="2C5E91DE" w14:textId="07B353C5">
      <w:pPr>
        <w:rPr>
          <w:i/>
          <w:iCs/>
        </w:rPr>
      </w:pPr>
      <w:r w:rsidRPr="003DD197">
        <w:rPr>
          <w:i/>
          <w:iCs/>
        </w:rPr>
        <w:t>Gjør rede for søkers forutsetning</w:t>
      </w:r>
      <w:r w:rsidRPr="003DD197" w:rsidR="006E7402">
        <w:rPr>
          <w:i/>
          <w:iCs/>
        </w:rPr>
        <w:t>er (kompetanse og ressurser)</w:t>
      </w:r>
      <w:r w:rsidRPr="003DD197">
        <w:rPr>
          <w:i/>
          <w:iCs/>
        </w:rPr>
        <w:t xml:space="preserve"> for å etablere og gjennomføre et prosjekt</w:t>
      </w:r>
      <w:r w:rsidRPr="003DD197" w:rsidR="00D76D3E">
        <w:rPr>
          <w:i/>
          <w:iCs/>
        </w:rPr>
        <w:t>:</w:t>
      </w:r>
    </w:p>
    <w:p w:rsidR="00D76D3E" w:rsidP="003DD197" w:rsidRDefault="008A5827" w14:paraId="430EB42F" w14:textId="184E4208">
      <w:pPr>
        <w:pStyle w:val="Listeavsnitt"/>
        <w:numPr>
          <w:ilvl w:val="0"/>
          <w:numId w:val="16"/>
        </w:numPr>
        <w:rPr>
          <w:i/>
          <w:iCs/>
        </w:rPr>
      </w:pPr>
      <w:r w:rsidRPr="003DD197">
        <w:rPr>
          <w:i/>
          <w:iCs/>
        </w:rPr>
        <w:t xml:space="preserve">Hva anses som den største utfordringen med å etablere og delta i det planlagte prosjektet (økonomi, </w:t>
      </w:r>
      <w:proofErr w:type="gramStart"/>
      <w:r w:rsidRPr="003DD197">
        <w:rPr>
          <w:i/>
          <w:iCs/>
        </w:rPr>
        <w:t>kompetanse,</w:t>
      </w:r>
      <w:proofErr w:type="gramEnd"/>
      <w:r w:rsidRPr="003DD197">
        <w:rPr>
          <w:i/>
          <w:iCs/>
        </w:rPr>
        <w:t xml:space="preserve"> kapasitet)</w:t>
      </w:r>
      <w:r w:rsidRPr="003DD197" w:rsidR="211501CA">
        <w:rPr>
          <w:i/>
          <w:iCs/>
        </w:rPr>
        <w:t>?</w:t>
      </w:r>
    </w:p>
    <w:p w:rsidRPr="00CC24FE" w:rsidR="00CC24FE" w:rsidP="003DD197" w:rsidRDefault="008A5827" w14:paraId="46C26DFB" w14:textId="28C7C74B">
      <w:pPr>
        <w:pStyle w:val="Listeavsnitt"/>
        <w:keepNext/>
        <w:keepLines/>
        <w:spacing w:before="200" w:after="0"/>
        <w:ind w:left="360"/>
        <w:rPr>
          <w:i/>
          <w:iCs/>
        </w:rPr>
      </w:pPr>
      <w:r w:rsidRPr="003DD197">
        <w:rPr>
          <w:i/>
          <w:iCs/>
        </w:rPr>
        <w:t xml:space="preserve"> </w:t>
      </w:r>
    </w:p>
    <w:p w:rsidRPr="00CC24FE" w:rsidR="00CC24FE" w:rsidP="00CC24FE" w:rsidRDefault="00CC24FE" w14:paraId="2C0216FE" w14:textId="77777777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32"/>
          <w:szCs w:val="26"/>
        </w:rPr>
      </w:pPr>
      <w:r w:rsidRPr="00CC24FE">
        <w:rPr>
          <w:rFonts w:eastAsiaTheme="majorEastAsia" w:cstheme="majorBidi"/>
          <w:b/>
          <w:bCs/>
          <w:sz w:val="32"/>
          <w:szCs w:val="26"/>
        </w:rPr>
        <w:t>Risiko</w:t>
      </w:r>
    </w:p>
    <w:p w:rsidRPr="00C277D3" w:rsidR="00105391" w:rsidP="00C277D3" w:rsidRDefault="00D76D3E" w14:paraId="6738DBD2" w14:textId="77777777">
      <w:pPr>
        <w:rPr>
          <w:rFonts w:eastAsiaTheme="majorEastAsia" w:cstheme="minorHAnsi"/>
          <w:bCs/>
          <w:i/>
          <w:color w:val="auto"/>
          <w:szCs w:val="32"/>
        </w:rPr>
      </w:pPr>
      <w:r>
        <w:rPr>
          <w:rFonts w:eastAsiaTheme="majorEastAsia" w:cstheme="minorHAnsi"/>
          <w:bCs/>
          <w:i/>
          <w:color w:val="auto"/>
          <w:szCs w:val="32"/>
        </w:rPr>
        <w:br/>
      </w:r>
      <w:r w:rsidRPr="00CC24FE" w:rsidR="00CC24FE">
        <w:rPr>
          <w:rFonts w:eastAsiaTheme="majorEastAsia" w:cstheme="minorHAnsi"/>
          <w:bCs/>
          <w:i/>
          <w:color w:val="auto"/>
          <w:szCs w:val="32"/>
        </w:rPr>
        <w:t>Gi en vurdering av risiko knyttet til prosjektet – både risiko for at prosjektet ikke skal kunne gjennomføres som planlagt og risiko for at prosjektet ikke når sine mål.</w:t>
      </w:r>
    </w:p>
    <w:sectPr w:rsidRPr="00C277D3" w:rsidR="00105391" w:rsidSect="00B921A6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 w:code="9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C1B8E" w:rsidP="000D14F6" w:rsidRDefault="001C1B8E" w14:paraId="630677A6" w14:textId="77777777">
      <w:pPr>
        <w:spacing w:after="0" w:line="240" w:lineRule="auto"/>
      </w:pPr>
      <w:r>
        <w:separator/>
      </w:r>
    </w:p>
  </w:endnote>
  <w:endnote w:type="continuationSeparator" w:id="0">
    <w:p w:rsidR="001C1B8E" w:rsidP="000D14F6" w:rsidRDefault="001C1B8E" w14:paraId="64FA4871" w14:textId="77777777">
      <w:pPr>
        <w:spacing w:after="0" w:line="240" w:lineRule="auto"/>
      </w:pPr>
      <w:r>
        <w:continuationSeparator/>
      </w:r>
    </w:p>
  </w:endnote>
  <w:endnote w:type="continuationNotice" w:id="1">
    <w:p w:rsidR="00EE1FA6" w:rsidRDefault="00EE1FA6" w14:paraId="01DF6DF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2C6AB0" w:rsidR="00B921A6" w:rsidP="00B921A6" w:rsidRDefault="00B921A6" w14:paraId="5B6D6714" w14:textId="62B6D3DB">
    <w:pPr>
      <w:pStyle w:val="Bunntekst"/>
      <w:rPr>
        <w:rFonts w:cstheme="minorHAnsi"/>
        <w:sz w:val="18"/>
        <w:szCs w:val="18"/>
      </w:rPr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- Prosjektetableringsstøtte</w:t>
    </w:r>
    <w:r w:rsidRPr="002C6AB0">
      <w:rPr>
        <w:rFonts w:cstheme="minorHAnsi"/>
        <w:snapToGrid w:val="0"/>
        <w:sz w:val="18"/>
        <w:szCs w:val="18"/>
      </w:rPr>
      <w:t xml:space="preserve">, mal for prosjektbeskrivelse </w:t>
    </w:r>
    <w:r>
      <w:rPr>
        <w:rFonts w:cstheme="minorHAnsi"/>
        <w:snapToGrid w:val="0"/>
        <w:sz w:val="18"/>
        <w:szCs w:val="18"/>
      </w:rPr>
      <w:t>18</w:t>
    </w:r>
    <w:r w:rsidRPr="002C6AB0">
      <w:rPr>
        <w:rFonts w:cstheme="minorHAnsi"/>
        <w:snapToGrid w:val="0"/>
        <w:sz w:val="18"/>
        <w:szCs w:val="18"/>
      </w:rPr>
      <w:t>.06.201</w:t>
    </w:r>
    <w:r>
      <w:rPr>
        <w:rFonts w:cstheme="minorHAnsi"/>
        <w:snapToGrid w:val="0"/>
        <w:sz w:val="18"/>
        <w:szCs w:val="18"/>
      </w:rPr>
      <w:t>9</w:t>
    </w:r>
    <w:r w:rsidRPr="002C6AB0">
      <w:rPr>
        <w:rFonts w:cstheme="minorHAnsi"/>
        <w:snapToGrid w:val="0"/>
        <w:sz w:val="18"/>
        <w:szCs w:val="18"/>
      </w:rPr>
      <w:tab/>
    </w:r>
    <w:r w:rsidRPr="002C6AB0">
      <w:rPr>
        <w:rFonts w:cstheme="minorHAnsi"/>
        <w:snapToGrid w:val="0"/>
        <w:sz w:val="18"/>
        <w:szCs w:val="18"/>
      </w:rPr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:rsidR="00B921A6" w:rsidRDefault="00B921A6" w14:paraId="2D1F4B5D" w14:textId="4D67C0BA">
    <w:pPr>
      <w:pStyle w:val="Bunntekst"/>
    </w:pPr>
  </w:p>
  <w:p w:rsidR="000D14F6" w:rsidRDefault="000D14F6" w14:paraId="120EECDF" w14:textId="7811006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921A6" w:rsidR="00B921A6" w:rsidRDefault="00B921A6" w14:paraId="371CCC1C" w14:textId="5C7D362A">
    <w:pPr>
      <w:pStyle w:val="Bunntekst"/>
      <w:rPr>
        <w:rFonts w:cstheme="minorHAnsi"/>
        <w:sz w:val="18"/>
        <w:szCs w:val="18"/>
      </w:rPr>
    </w:pPr>
    <w:r w:rsidRPr="002C6AB0">
      <w:rPr>
        <w:rFonts w:cstheme="minorHAnsi"/>
        <w:sz w:val="18"/>
        <w:szCs w:val="18"/>
      </w:rPr>
      <w:t>Koordinerings- og støtteaktivitet</w:t>
    </w:r>
    <w:r>
      <w:rPr>
        <w:rFonts w:cstheme="minorHAnsi"/>
        <w:sz w:val="18"/>
        <w:szCs w:val="18"/>
      </w:rPr>
      <w:t xml:space="preserve"> - Prosjektetableringsstøtte</w:t>
    </w:r>
    <w:r w:rsidRPr="002C6AB0">
      <w:rPr>
        <w:rFonts w:cstheme="minorHAnsi"/>
        <w:snapToGrid w:val="0"/>
        <w:sz w:val="18"/>
        <w:szCs w:val="18"/>
      </w:rPr>
      <w:t xml:space="preserve">, mal for prosjektbeskrivelse </w:t>
    </w:r>
    <w:r>
      <w:rPr>
        <w:rFonts w:cstheme="minorHAnsi"/>
        <w:snapToGrid w:val="0"/>
        <w:sz w:val="18"/>
        <w:szCs w:val="18"/>
      </w:rPr>
      <w:t>18</w:t>
    </w:r>
    <w:r w:rsidRPr="002C6AB0">
      <w:rPr>
        <w:rFonts w:cstheme="minorHAnsi"/>
        <w:snapToGrid w:val="0"/>
        <w:sz w:val="18"/>
        <w:szCs w:val="18"/>
      </w:rPr>
      <w:t>.06.201</w:t>
    </w:r>
    <w:r>
      <w:rPr>
        <w:rFonts w:cstheme="minorHAnsi"/>
        <w:snapToGrid w:val="0"/>
        <w:sz w:val="18"/>
        <w:szCs w:val="18"/>
      </w:rPr>
      <w:t>9</w:t>
    </w:r>
    <w:r w:rsidRPr="002C6AB0">
      <w:rPr>
        <w:rFonts w:cstheme="minorHAnsi"/>
        <w:snapToGrid w:val="0"/>
        <w:sz w:val="18"/>
        <w:szCs w:val="18"/>
      </w:rPr>
      <w:tab/>
    </w:r>
    <w:r w:rsidRPr="002C6AB0">
      <w:rPr>
        <w:rFonts w:cstheme="minorHAnsi"/>
        <w:snapToGrid w:val="0"/>
        <w:sz w:val="18"/>
        <w:szCs w:val="18"/>
      </w:rPr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2C6AB0">
      <w:rPr>
        <w:rFonts w:cstheme="minorHAnsi"/>
        <w:snapToGrid w:val="0"/>
        <w:sz w:val="18"/>
        <w:szCs w:val="18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2C6AB0">
      <w:rPr>
        <w:rStyle w:val="Sidetall"/>
        <w:rFonts w:cstheme="minorHAnsi"/>
        <w:sz w:val="18"/>
        <w:szCs w:val="18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>
      <w:rPr>
        <w:rStyle w:val="Sidetall"/>
        <w:rFonts w:cstheme="minorHAnsi"/>
        <w:sz w:val="18"/>
        <w:szCs w:val="18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:rsidR="00B921A6" w:rsidRDefault="00B921A6" w14:paraId="604E4E40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C1B8E" w:rsidP="000D14F6" w:rsidRDefault="001C1B8E" w14:paraId="5E179CA8" w14:textId="77777777">
      <w:pPr>
        <w:spacing w:after="0" w:line="240" w:lineRule="auto"/>
      </w:pPr>
      <w:r>
        <w:separator/>
      </w:r>
    </w:p>
  </w:footnote>
  <w:footnote w:type="continuationSeparator" w:id="0">
    <w:p w:rsidR="001C1B8E" w:rsidP="000D14F6" w:rsidRDefault="001C1B8E" w14:paraId="50CB78D8" w14:textId="77777777">
      <w:pPr>
        <w:spacing w:after="0" w:line="240" w:lineRule="auto"/>
      </w:pPr>
      <w:r>
        <w:continuationSeparator/>
      </w:r>
    </w:p>
  </w:footnote>
  <w:footnote w:type="continuationNotice" w:id="1">
    <w:p w:rsidR="00EE1FA6" w:rsidRDefault="00EE1FA6" w14:paraId="1B9D6ED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921A6" w:rsidR="00B921A6" w:rsidRDefault="00B921A6" w14:paraId="5DCB045E" w14:textId="2F1BC6AE">
    <w:pPr>
      <w:pStyle w:val="Topptekst"/>
      <w:rPr>
        <w:sz w:val="20"/>
      </w:rPr>
    </w:pPr>
    <w:r w:rsidRPr="00834B26">
      <w:rPr>
        <w:sz w:val="20"/>
      </w:rPr>
      <w:t>"Prosjekttittel" og dato</w:t>
    </w:r>
    <w:r>
      <w:rPr>
        <w:sz w:val="20"/>
      </w:rPr>
      <w:t xml:space="preserve">  </w:t>
    </w:r>
  </w:p>
  <w:p w:rsidR="00B921A6" w:rsidRDefault="00B921A6" w14:paraId="6DE3FFD9" w14:textId="7777777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921A6" w:rsidR="00B921A6" w:rsidRDefault="00B921A6" w14:paraId="78281CDD" w14:textId="2E482108">
    <w:pPr>
      <w:pStyle w:val="Topptekst"/>
      <w:rPr>
        <w:sz w:val="20"/>
      </w:rPr>
    </w:pPr>
    <w:r w:rsidRPr="00834B26">
      <w:rPr>
        <w:sz w:val="20"/>
      </w:rPr>
      <w:t>"Prosjekttittel" og dato</w:t>
    </w:r>
    <w:r>
      <w:rPr>
        <w:sz w:val="20"/>
      </w:rPr>
      <w:t xml:space="preserve">  </w:t>
    </w:r>
  </w:p>
  <w:p w:rsidR="00B921A6" w:rsidRDefault="00B921A6" w14:paraId="2B04B2F7" w14:textId="7777777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B34FA"/>
    <w:multiLevelType w:val="hybridMultilevel"/>
    <w:tmpl w:val="38F471D6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0A80A7E"/>
    <w:multiLevelType w:val="hybridMultilevel"/>
    <w:tmpl w:val="8A1CE840"/>
    <w:lvl w:ilvl="0" w:tplc="55063D70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ajorEastAsia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28A218C5"/>
    <w:multiLevelType w:val="hybridMultilevel"/>
    <w:tmpl w:val="FBB4EA2A"/>
    <w:lvl w:ilvl="0" w:tplc="03123F5C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A38EC93"/>
    <w:multiLevelType w:val="hybridMultilevel"/>
    <w:tmpl w:val="9CF01130"/>
    <w:lvl w:ilvl="0" w:tplc="AB5A1CD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B9E64F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23235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9C8B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66FB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10840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1227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9346CE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4AA77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FB4170"/>
    <w:multiLevelType w:val="hybridMultilevel"/>
    <w:tmpl w:val="6712B700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30446F57"/>
    <w:multiLevelType w:val="hybridMultilevel"/>
    <w:tmpl w:val="3F38BC7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A9A649D"/>
    <w:multiLevelType w:val="hybridMultilevel"/>
    <w:tmpl w:val="526EA730"/>
    <w:lvl w:ilvl="0" w:tplc="E7AEAE48">
      <w:numFmt w:val="bullet"/>
      <w:lvlText w:val="-"/>
      <w:lvlJc w:val="left"/>
      <w:pPr>
        <w:ind w:left="1080" w:hanging="360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7" w15:restartNumberingAfterBreak="0">
    <w:nsid w:val="43944D44"/>
    <w:multiLevelType w:val="hybridMultilevel"/>
    <w:tmpl w:val="F63AA21E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4AC08DDE"/>
    <w:multiLevelType w:val="hybridMultilevel"/>
    <w:tmpl w:val="B33472D2"/>
    <w:lvl w:ilvl="0" w:tplc="72A0F62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C36C91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E32018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4744B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E143E1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85A6F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2CE11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7E0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AE9E1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B4A0BB4"/>
    <w:multiLevelType w:val="hybridMultilevel"/>
    <w:tmpl w:val="B18A85B0"/>
    <w:lvl w:ilvl="0" w:tplc="E7AEAE4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D160174"/>
    <w:multiLevelType w:val="hybridMultilevel"/>
    <w:tmpl w:val="F584789E"/>
    <w:lvl w:ilvl="0" w:tplc="03123F5C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inorHAnsi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55CD72FE"/>
    <w:multiLevelType w:val="hybridMultilevel"/>
    <w:tmpl w:val="704CB754"/>
    <w:lvl w:ilvl="0" w:tplc="55063D70">
      <w:numFmt w:val="bullet"/>
      <w:lvlText w:val="-"/>
      <w:lvlJc w:val="left"/>
      <w:pPr>
        <w:ind w:left="360" w:hanging="360"/>
      </w:pPr>
      <w:rPr>
        <w:rFonts w:hint="default" w:ascii="Calibri" w:hAnsi="Calibri" w:cs="Calibri" w:eastAsiaTheme="majorEastAsia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6BD52755"/>
    <w:multiLevelType w:val="hybridMultilevel"/>
    <w:tmpl w:val="2F90065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E543C0"/>
    <w:multiLevelType w:val="hybridMultilevel"/>
    <w:tmpl w:val="7E8C3CF8"/>
    <w:lvl w:ilvl="0" w:tplc="55063D7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ajorEastAsia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FC34A1E"/>
    <w:multiLevelType w:val="hybridMultilevel"/>
    <w:tmpl w:val="59C8EABC"/>
    <w:lvl w:ilvl="0" w:tplc="FFFFFFFF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721678A6"/>
    <w:multiLevelType w:val="hybridMultilevel"/>
    <w:tmpl w:val="87CE4B16"/>
    <w:lvl w:ilvl="0" w:tplc="0414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71631834">
    <w:abstractNumId w:val="3"/>
  </w:num>
  <w:num w:numId="2" w16cid:durableId="2130199165">
    <w:abstractNumId w:val="8"/>
  </w:num>
  <w:num w:numId="3" w16cid:durableId="198711158">
    <w:abstractNumId w:val="2"/>
  </w:num>
  <w:num w:numId="4" w16cid:durableId="602493314">
    <w:abstractNumId w:val="10"/>
  </w:num>
  <w:num w:numId="5" w16cid:durableId="1259172681">
    <w:abstractNumId w:val="13"/>
  </w:num>
  <w:num w:numId="6" w16cid:durableId="1665812865">
    <w:abstractNumId w:val="11"/>
  </w:num>
  <w:num w:numId="7" w16cid:durableId="1097019744">
    <w:abstractNumId w:val="1"/>
  </w:num>
  <w:num w:numId="8" w16cid:durableId="259997876">
    <w:abstractNumId w:val="14"/>
  </w:num>
  <w:num w:numId="9" w16cid:durableId="303968749">
    <w:abstractNumId w:val="4"/>
  </w:num>
  <w:num w:numId="10" w16cid:durableId="1328366694">
    <w:abstractNumId w:val="5"/>
  </w:num>
  <w:num w:numId="11" w16cid:durableId="55858365">
    <w:abstractNumId w:val="12"/>
  </w:num>
  <w:num w:numId="12" w16cid:durableId="1176963833">
    <w:abstractNumId w:val="15"/>
  </w:num>
  <w:num w:numId="13" w16cid:durableId="1847791276">
    <w:abstractNumId w:val="0"/>
  </w:num>
  <w:num w:numId="14" w16cid:durableId="1927642791">
    <w:abstractNumId w:val="9"/>
  </w:num>
  <w:num w:numId="15" w16cid:durableId="1074819696">
    <w:abstractNumId w:val="6"/>
  </w:num>
  <w:num w:numId="16" w16cid:durableId="35790065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FE"/>
    <w:rsid w:val="00006DB8"/>
    <w:rsid w:val="000D14F6"/>
    <w:rsid w:val="000D66A8"/>
    <w:rsid w:val="00105391"/>
    <w:rsid w:val="00107DDB"/>
    <w:rsid w:val="00115A02"/>
    <w:rsid w:val="00117964"/>
    <w:rsid w:val="00124272"/>
    <w:rsid w:val="001547C1"/>
    <w:rsid w:val="00192417"/>
    <w:rsid w:val="001C119C"/>
    <w:rsid w:val="001C1B8E"/>
    <w:rsid w:val="001F2F3A"/>
    <w:rsid w:val="001F3823"/>
    <w:rsid w:val="00200470"/>
    <w:rsid w:val="002949DC"/>
    <w:rsid w:val="002B1BCC"/>
    <w:rsid w:val="002B3548"/>
    <w:rsid w:val="00331EDC"/>
    <w:rsid w:val="00336015"/>
    <w:rsid w:val="00350B0A"/>
    <w:rsid w:val="0036510F"/>
    <w:rsid w:val="003DD197"/>
    <w:rsid w:val="003E21EA"/>
    <w:rsid w:val="00407CDF"/>
    <w:rsid w:val="00426634"/>
    <w:rsid w:val="004D6074"/>
    <w:rsid w:val="004F0EDE"/>
    <w:rsid w:val="00531D0E"/>
    <w:rsid w:val="00544814"/>
    <w:rsid w:val="00593E2A"/>
    <w:rsid w:val="00594EF9"/>
    <w:rsid w:val="005D214B"/>
    <w:rsid w:val="00606BCB"/>
    <w:rsid w:val="006150BC"/>
    <w:rsid w:val="006E7402"/>
    <w:rsid w:val="006E7520"/>
    <w:rsid w:val="00721370"/>
    <w:rsid w:val="0072573B"/>
    <w:rsid w:val="00730176"/>
    <w:rsid w:val="00764DD2"/>
    <w:rsid w:val="007953BA"/>
    <w:rsid w:val="007A7061"/>
    <w:rsid w:val="007B0538"/>
    <w:rsid w:val="007F5B82"/>
    <w:rsid w:val="00852731"/>
    <w:rsid w:val="00872E57"/>
    <w:rsid w:val="008A5827"/>
    <w:rsid w:val="008B5268"/>
    <w:rsid w:val="00997649"/>
    <w:rsid w:val="009B6F7A"/>
    <w:rsid w:val="009B75D7"/>
    <w:rsid w:val="009E3C54"/>
    <w:rsid w:val="009F7382"/>
    <w:rsid w:val="00A11D87"/>
    <w:rsid w:val="00A27AAF"/>
    <w:rsid w:val="00A5180F"/>
    <w:rsid w:val="00A5588E"/>
    <w:rsid w:val="00A70AC0"/>
    <w:rsid w:val="00A86DC1"/>
    <w:rsid w:val="00A92F7B"/>
    <w:rsid w:val="00B6001E"/>
    <w:rsid w:val="00B921A6"/>
    <w:rsid w:val="00C277D3"/>
    <w:rsid w:val="00C616AE"/>
    <w:rsid w:val="00CC24FE"/>
    <w:rsid w:val="00CE5D4A"/>
    <w:rsid w:val="00D57D79"/>
    <w:rsid w:val="00D76D3E"/>
    <w:rsid w:val="00DB28C3"/>
    <w:rsid w:val="00DC32EA"/>
    <w:rsid w:val="00E52B51"/>
    <w:rsid w:val="00E546EE"/>
    <w:rsid w:val="00E81BF1"/>
    <w:rsid w:val="00EE1FA6"/>
    <w:rsid w:val="00F046A8"/>
    <w:rsid w:val="00F24716"/>
    <w:rsid w:val="00F40CC8"/>
    <w:rsid w:val="00FC6A9F"/>
    <w:rsid w:val="0CFD6E71"/>
    <w:rsid w:val="0DD43619"/>
    <w:rsid w:val="0E2806E0"/>
    <w:rsid w:val="1008F9E6"/>
    <w:rsid w:val="147D74FF"/>
    <w:rsid w:val="19AA893D"/>
    <w:rsid w:val="1C598333"/>
    <w:rsid w:val="211501CA"/>
    <w:rsid w:val="21BFB1C7"/>
    <w:rsid w:val="2271C694"/>
    <w:rsid w:val="23863133"/>
    <w:rsid w:val="24FFAD16"/>
    <w:rsid w:val="265A7BE3"/>
    <w:rsid w:val="2AB07B74"/>
    <w:rsid w:val="2D00C831"/>
    <w:rsid w:val="2E96E405"/>
    <w:rsid w:val="2F8D01E6"/>
    <w:rsid w:val="36539CC7"/>
    <w:rsid w:val="491E935E"/>
    <w:rsid w:val="50AEC8F3"/>
    <w:rsid w:val="54A72A54"/>
    <w:rsid w:val="69647093"/>
    <w:rsid w:val="6AB37000"/>
    <w:rsid w:val="73B0033E"/>
    <w:rsid w:val="7E70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CF56"/>
  <w15:chartTrackingRefBased/>
  <w15:docId w15:val="{C55C403A-F442-4622-91CE-B54DDDDC5B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DD197"/>
    <w:pPr>
      <w:outlineLvl w:val="1"/>
    </w:pPr>
    <w:rPr>
      <w:rFonts w:eastAsiaTheme="majorEastAsia"/>
      <w:b/>
      <w:bCs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sz w:val="20"/>
      <w:szCs w:val="20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styleId="Overskrift2Tegn" w:customStyle="1">
    <w:name w:val="Overskrift 2 Tegn"/>
    <w:link w:val="Overskrift2"/>
    <w:uiPriority w:val="9"/>
    <w:rsid w:val="003DD197"/>
    <w:rPr>
      <w:rFonts w:asciiTheme="minorHAnsi" w:hAnsiTheme="minorHAnsi" w:eastAsiaTheme="majorEastAsia" w:cstheme="minorBidi"/>
      <w:b/>
      <w:bCs/>
      <w:sz w:val="32"/>
      <w:szCs w:val="32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color="26BCD2" w:themeColor="accent1" w:sz="8" w:space="4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styleId="TittelTegn" w:customStyle="1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styleId="Overskrift3Tegn" w:customStyle="1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styleId="Overskrift4Tegn" w:customStyle="1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styleId="Overskrift5Tegn" w:customStyle="1">
    <w:name w:val="Overskrift 5 Tegn"/>
    <w:basedOn w:val="Standardskriftforavsnitt"/>
    <w:link w:val="Overskrift5"/>
    <w:uiPriority w:val="9"/>
    <w:semiHidden/>
    <w:rsid w:val="009B6F7A"/>
    <w:rPr>
      <w:rFonts w:asciiTheme="majorHAnsi" w:hAnsiTheme="majorHAnsi" w:eastAsiaTheme="majorEastAsia" w:cstheme="majorBidi"/>
      <w:color w:val="000000" w:themeColor="text1"/>
    </w:rPr>
  </w:style>
  <w:style w:type="character" w:styleId="Overskrift6Tegn" w:customStyle="1">
    <w:name w:val="Overskrift 6 Tegn"/>
    <w:basedOn w:val="Standardskriftforavsnitt"/>
    <w:link w:val="Overskrift6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7Tegn" w:customStyle="1">
    <w:name w:val="Overskrift 7 Tegn"/>
    <w:basedOn w:val="Standardskriftforavsnitt"/>
    <w:link w:val="Overskrift7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</w:rPr>
  </w:style>
  <w:style w:type="character" w:styleId="Overskrift8Tegn" w:customStyle="1">
    <w:name w:val="Overskrift 8 Tegn"/>
    <w:basedOn w:val="Standardskriftforavsnitt"/>
    <w:link w:val="Overskrift8"/>
    <w:uiPriority w:val="9"/>
    <w:semiHidden/>
    <w:rsid w:val="009B6F7A"/>
    <w:rPr>
      <w:rFonts w:asciiTheme="majorHAnsi" w:hAnsiTheme="majorHAnsi" w:eastAsiaTheme="majorEastAsia" w:cstheme="majorBidi"/>
      <w:color w:val="000000" w:themeColor="text1"/>
      <w:sz w:val="20"/>
      <w:szCs w:val="20"/>
    </w:rPr>
  </w:style>
  <w:style w:type="character" w:styleId="Overskrift9Tegn" w:customStyle="1">
    <w:name w:val="Overskrift 9 Tegn"/>
    <w:basedOn w:val="Standardskriftforavsnitt"/>
    <w:link w:val="Overskrift9"/>
    <w:uiPriority w:val="9"/>
    <w:semiHidden/>
    <w:rsid w:val="009B6F7A"/>
    <w:rPr>
      <w:rFonts w:asciiTheme="majorHAnsi" w:hAnsiTheme="majorHAnsi" w:eastAsiaTheme="majorEastAsia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styleId="BrdtekstTegn" w:customStyle="1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uiPriority w:val="34"/>
    <w:rsid w:val="008A5827"/>
    <w:pPr>
      <w:ind w:left="720"/>
      <w:contextualSpacing/>
    </w:pPr>
  </w:style>
  <w:style w:type="character" w:styleId="Sidetall">
    <w:name w:val="page number"/>
    <w:basedOn w:val="Standardskriftforavsnitt"/>
    <w:rsid w:val="00B921A6"/>
  </w:style>
  <w:style w:type="character" w:styleId="Merknadsreferanse">
    <w:name w:val="annotation reference"/>
    <w:basedOn w:val="Standardskriftforavsnitt"/>
    <w:uiPriority w:val="99"/>
    <w:semiHidden/>
    <w:unhideWhenUsed/>
    <w:rsid w:val="003E21E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3E21EA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rsid w:val="003E21EA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E21EA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3E21EA"/>
    <w:rPr>
      <w:b/>
      <w:bCs/>
      <w:color w:val="000000" w:themeColor="text1"/>
      <w:sz w:val="20"/>
      <w:szCs w:val="20"/>
    </w:rPr>
  </w:style>
  <w:style w:type="character" w:styleId="Omtale">
    <w:name w:val="Mention"/>
    <w:basedOn w:val="Standardskriftforavsnitt"/>
    <w:uiPriority w:val="99"/>
    <w:unhideWhenUsed/>
    <w:rsid w:val="003E21E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395b65169724e88893cc7a403cee873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Kjerne - Investering</TermName>
          <TermId xmlns="http://schemas.microsoft.com/office/infopath/2007/PartnerControls">de3c3da6-dec7-46e7-aa32-2689e5255583</TermId>
        </TermInfo>
      </Terms>
    </p395b65169724e88893cc7a403cee873>
    <Person xmlns="aee9b433-8f7a-409d-8bce-4a48e5704358">
      <UserInfo>
        <DisplayName/>
        <AccountId xsi:nil="true"/>
        <AccountType/>
      </UserInfo>
    </Person>
    <TaxCatchAll xmlns="ca8d43f7-8621-443d-ab16-037995c06994">
      <Value>84</Value>
      <Value>70</Value>
      <Value>81</Value>
      <Value>100</Value>
      <Value>2</Value>
      <Value>17</Value>
    </TaxCatchAll>
    <d610df31f6ee4793a0f658bd59d2b525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</TermName>
          <TermId xmlns="http://schemas.microsoft.com/office/infopath/2007/PartnerControls">8f2ad558-0bfb-4aa9-b94e-03221736b76c</TermId>
        </TermInfo>
      </Terms>
    </d610df31f6ee4793a0f658bd59d2b525>
    <la9724a50caf40b58ddfbd304859addf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Episerver</TermName>
          <TermId xmlns="http://schemas.microsoft.com/office/infopath/2007/PartnerControls">13706c88-d241-4b2a-9fca-f26106833e6f</TermId>
        </TermInfo>
        <TermInfo xmlns="http://schemas.microsoft.com/office/infopath/2007/PartnerControls">
          <TermName xmlns="http://schemas.microsoft.com/office/infopath/2007/PartnerControls"> Søknadsskjema</TermName>
          <TermId xmlns="http://schemas.microsoft.com/office/infopath/2007/PartnerControls">1074aa7f-7fae-452f-b889-b8350f854d66</TermId>
        </TermInfo>
      </Terms>
    </la9724a50caf40b58ddfbd304859addf>
    <f9f08c99dad1462794d6574c2af60590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Utlysning</TermName>
          <TermId xmlns="http://schemas.microsoft.com/office/infopath/2007/PartnerControls">0a711dd9-a4e2-4638-a570-8f282bc6bd37</TermId>
        </TermInfo>
      </Terms>
    </f9f08c99dad1462794d6574c2af60590>
    <k8e925d3f07b40fd957dd5211e0ff3fc xmlns="aee9b433-8f7a-409d-8bce-4a48e570435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Koordinerings- og støtteaktivitet</TermName>
          <TermId xmlns="http://schemas.microsoft.com/office/infopath/2007/PartnerControls">f826c860-bf57-4b83-aafa-e08e4d7bd1f8</TermId>
        </TermInfo>
      </Terms>
    </k8e925d3f07b40fd957dd5211e0ff3fc>
    <Versjonsnummer xmlns="aee9b433-8f7a-409d-8bce-4a48e5704358" xsi:nil="true"/>
    <Dokumenteier xmlns="aee9b433-8f7a-409d-8bce-4a48e5704358" xsi:nil="true"/>
    <St_x00f8_tte_x002d_Innsyn xmlns="aee9b433-8f7a-409d-8bce-4a48e57043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615A39CAC3A14F8174F05929C414D5" ma:contentTypeVersion="50" ma:contentTypeDescription="Opprett et nytt dokument." ma:contentTypeScope="" ma:versionID="38dd4e2438d89bf7965bb32742a26cb0">
  <xsd:schema xmlns:xsd="http://www.w3.org/2001/XMLSchema" xmlns:xs="http://www.w3.org/2001/XMLSchema" xmlns:p="http://schemas.microsoft.com/office/2006/metadata/properties" xmlns:ns2="aee9b433-8f7a-409d-8bce-4a48e5704358" xmlns:ns3="ca8d43f7-8621-443d-ab16-037995c06994" targetNamespace="http://schemas.microsoft.com/office/2006/metadata/properties" ma:root="true" ma:fieldsID="223d68c5af6072461d216ff5977d401e" ns2:_="" ns3:_="">
    <xsd:import namespace="aee9b433-8f7a-409d-8bce-4a48e5704358"/>
    <xsd:import namespace="ca8d43f7-8621-443d-ab16-037995c06994"/>
    <xsd:element name="properties">
      <xsd:complexType>
        <xsd:sequence>
          <xsd:element name="documentManagement">
            <xsd:complexType>
              <xsd:all>
                <xsd:element ref="ns2:Dokumenteier" minOccurs="0"/>
                <xsd:element ref="ns2:Person" minOccurs="0"/>
                <xsd:element ref="ns2:Versjonsnummer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395b65169724e88893cc7a403cee873" minOccurs="0"/>
                <xsd:element ref="ns3:TaxCatchAll" minOccurs="0"/>
                <xsd:element ref="ns2:d610df31f6ee4793a0f658bd59d2b525" minOccurs="0"/>
                <xsd:element ref="ns2:la9724a50caf40b58ddfbd304859addf" minOccurs="0"/>
                <xsd:element ref="ns2:f9f08c99dad1462794d6574c2af60590" minOccurs="0"/>
                <xsd:element ref="ns2:k8e925d3f07b40fd957dd5211e0ff3fc" minOccurs="0"/>
                <xsd:element ref="ns2:MediaServiceObjectDetectorVersions" minOccurs="0"/>
                <xsd:element ref="ns2:MediaServiceSearchProperties" minOccurs="0"/>
                <xsd:element ref="ns2:St_x00f8_tte_x002d_Innsy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9b433-8f7a-409d-8bce-4a48e5704358" elementFormDefault="qualified">
    <xsd:import namespace="http://schemas.microsoft.com/office/2006/documentManagement/types"/>
    <xsd:import namespace="http://schemas.microsoft.com/office/infopath/2007/PartnerControls"/>
    <xsd:element name="Dokumenteier" ma:index="4" nillable="true" ma:displayName="Dokumentansvarlig" ma:description="Angir hvilken formell rolle (prosess el linje) som har ansvar for gjeldende dokument" ma:format="Dropdown" ma:internalName="Dokumenteier" ma:readOnly="false">
      <xsd:simpleType>
        <xsd:restriction base="dms:Choice">
          <xsd:enumeration value="Investering og tilskuddsforvaltning"/>
          <xsd:enumeration value="Strategi, rådgivning og samfunnsdialog"/>
          <xsd:enumeration value="Regnskap og økonomistyring"/>
          <xsd:enumeration value="Mobilisering og kommunikasjon"/>
          <xsd:enumeration value="Dataforvaltning og analyse"/>
          <xsd:enumeration value="IKT og Informasjonssikkerhet"/>
          <xsd:enumeration value="Virksomhetsstyring"/>
          <xsd:enumeration value="HR team (HR)"/>
          <xsd:enumeration value="Internrevisjon"/>
          <xsd:enumeration value="Internasjonalt samarbeid"/>
          <xsd:enumeration value="Forskningsdata og infrastruktur"/>
          <xsd:enumeration value="Forsknings- og innovasjonssystemet"/>
          <xsd:enumeration value="Juridisk team (Virk.styr.)"/>
          <xsd:enumeration value="Anskaffelses teamet (Virk. styr.)"/>
          <xsd:enumeration value="Virk. styr teamet (Virk.styr)"/>
          <xsd:enumeration value="Sikkerhet (Virk.styr.)"/>
          <xsd:enumeration value="Dokumentasjon (HR)"/>
          <xsd:enumeration value="Husdrift (HR)"/>
        </xsd:restriction>
      </xsd:simpleType>
    </xsd:element>
    <xsd:element name="Person" ma:index="8" nillable="true" ma:displayName="Person" ma:list="UserInfo" ma:SharePointGroup="0" ma:internalName="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rsjonsnummer" ma:index="9" nillable="true" ma:displayName="Versjonsnummer" ma:format="Dropdown" ma:internalName="Versjonsnummer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p395b65169724e88893cc7a403cee873" ma:index="16" nillable="true" ma:taxonomy="true" ma:internalName="p395b65169724e88893cc7a403cee873" ma:taxonomyFieldName="Arbeidsprosesser" ma:displayName="Prosessområde" ma:readOnly="false" ma:default="" ma:fieldId="{9395b651-6972-4e88-893c-c7a403cee873}" ma:sspId="26cff002-41dc-47c6-9720-c7756c5075c9" ma:termSetId="f916ca2d-78bc-4931-9459-f26af3e627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610df31f6ee4793a0f658bd59d2b525" ma:index="18" nillable="true" ma:taxonomy="true" ma:internalName="d610df31f6ee4793a0f658bd59d2b525" ma:taxonomyFieldName="Dokumenttype0" ma:displayName="Dokumenttype" ma:readOnly="false" ma:default="" ma:fieldId="{d610df31-f6ee-4793-a0f6-58bd59d2b525}" ma:sspId="26cff002-41dc-47c6-9720-c7756c5075c9" ma:termSetId="f036f216-bec9-454b-bebc-3cc5e3b1f0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a9724a50caf40b58ddfbd304859addf" ma:index="19" nillable="true" ma:taxonomy="true" ma:internalName="la9724a50caf40b58ddfbd304859addf" ma:taxonomyFieldName="Systemer" ma:displayName="Systemer" ma:readOnly="false" ma:default="" ma:fieldId="{5a9724a5-0caf-40b5-8ddf-bd304859addf}" ma:taxonomyMulti="true" ma:sspId="26cff002-41dc-47c6-9720-c7756c5075c9" ma:termSetId="19708055-14ae-45dd-9c57-1d0b033ecf9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9f08c99dad1462794d6574c2af60590" ma:index="20" nillable="true" ma:taxonomy="true" ma:internalName="f9f08c99dad1462794d6574c2af60590" ma:taxonomyFieldName="Delprosess" ma:displayName="Delprosess" ma:readOnly="false" ma:default="" ma:fieldId="{f9f08c99-dad1-4627-94d6-574c2af60590}" ma:taxonomyMulti="true" ma:sspId="26cff002-41dc-47c6-9720-c7756c5075c9" ma:termSetId="6c033834-82bb-4c62-9781-45ec7a51440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8e925d3f07b40fd957dd5211e0ff3fc" ma:index="21" nillable="true" ma:taxonomy="true" ma:internalName="k8e925d3f07b40fd957dd5211e0ff3fc" ma:taxonomyFieldName="S_x00f8_knadstyper" ma:displayName="Søknadstyper" ma:readOnly="false" ma:default="" ma:fieldId="{48e925d3-f07b-40fd-957d-d5211e0ff3fc}" ma:taxonomyMulti="true" ma:sspId="26cff002-41dc-47c6-9720-c7756c5075c9" ma:termSetId="ddbdb09e-41b3-4d16-aacd-f27f7de5e1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_x00f8_tte_x002d_Innsyn" ma:index="30" nillable="true" ma:displayName="Støtte - Innsyn" ma:format="Dropdown" ma:internalName="St_x00f8_tte_x002d_Innsy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d43f7-8621-443d-ab16-037995c06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hidden="true" ma:internalName="SharedWithDetails" ma:readOnly="true">
      <xsd:simpleType>
        <xsd:restriction base="dms:Note"/>
      </xsd:simpleType>
    </xsd:element>
    <xsd:element name="TaxCatchAll" ma:index="17" nillable="true" ma:displayName="Taxonomy Catch All Column" ma:hidden="true" ma:list="{74342dc8-353c-4ee4-8b9e-9a918f27f0cf}" ma:internalName="TaxCatchAll" ma:readOnly="false" ma:showField="CatchAllData" ma:web="ca8d43f7-8621-443d-ab16-037995c06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503B3-19A7-43CC-9471-2E15C07EF4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CCB882-BC0E-4253-A8CF-83F3359EC05B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3.xml><?xml version="1.0" encoding="utf-8"?>
<ds:datastoreItem xmlns:ds="http://schemas.openxmlformats.org/officeDocument/2006/customXml" ds:itemID="{C9582667-82F7-4E29-95D0-786C5040C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9b433-8f7a-409d-8bce-4a48e5704358"/>
    <ds:schemaRef ds:uri="ca8d43f7-8621-443d-ab16-037995c06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7B073-30BB-433E-AA52-50D327C2DA6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- Prosjektbeskrivelse KOS Prosjektetableringsstøtte</dc:title>
  <dc:subject/>
  <dc:creator>Kristen Ulstein</dc:creator>
  <keywords/>
  <dc:description/>
  <lastModifiedBy>Cathrine Skjolden</lastModifiedBy>
  <revision>17</revision>
  <dcterms:created xsi:type="dcterms:W3CDTF">2024-10-21T21:29:00.0000000Z</dcterms:created>
  <dcterms:modified xsi:type="dcterms:W3CDTF">2024-10-25T11:58:16.7092604Z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>100;#Koordinerings- og støtteaktivitet|f826c860-bf57-4b83-aafa-e08e4d7bd1f8</vt:lpwstr>
  </property>
  <property fmtid="{D5CDD505-2E9C-101B-9397-08002B2CF9AE}" pid="18" name="S_x00f8_knadstyper">
    <vt:lpwstr>100;#Koordinerings- og støtteaktivitet|f826c860-bf57-4b83-aafa-e08e4d7bd1f8</vt:lpwstr>
  </property>
  <property fmtid="{D5CDD505-2E9C-101B-9397-08002B2CF9AE}" pid="19" name="MSIP_Label_c57cc846-0bc0-43b9-8353-a5d3a5c07e06_Enabled">
    <vt:lpwstr>true</vt:lpwstr>
  </property>
  <property fmtid="{D5CDD505-2E9C-101B-9397-08002B2CF9AE}" pid="20" name="MSIP_Label_c57cc846-0bc0-43b9-8353-a5d3a5c07e06_SetDate">
    <vt:lpwstr>2024-10-21T12:27:22Z</vt:lpwstr>
  </property>
  <property fmtid="{D5CDD505-2E9C-101B-9397-08002B2CF9AE}" pid="21" name="MSIP_Label_c57cc846-0bc0-43b9-8353-a5d3a5c07e06_Method">
    <vt:lpwstr>Privileged</vt:lpwstr>
  </property>
  <property fmtid="{D5CDD505-2E9C-101B-9397-08002B2CF9AE}" pid="22" name="MSIP_Label_c57cc846-0bc0-43b9-8353-a5d3a5c07e06_Name">
    <vt:lpwstr>c57cc846-0bc0-43b9-8353-a5d3a5c07e06</vt:lpwstr>
  </property>
  <property fmtid="{D5CDD505-2E9C-101B-9397-08002B2CF9AE}" pid="23" name="MSIP_Label_c57cc846-0bc0-43b9-8353-a5d3a5c07e06_SiteId">
    <vt:lpwstr>a9b13882-99a6-4b28-9368-b64c69bf0256</vt:lpwstr>
  </property>
  <property fmtid="{D5CDD505-2E9C-101B-9397-08002B2CF9AE}" pid="24" name="MSIP_Label_c57cc846-0bc0-43b9-8353-a5d3a5c07e06_ActionId">
    <vt:lpwstr>10d16a82-155a-4d55-8e8d-8d2ac5eed53f</vt:lpwstr>
  </property>
  <property fmtid="{D5CDD505-2E9C-101B-9397-08002B2CF9AE}" pid="25" name="MSIP_Label_c57cc846-0bc0-43b9-8353-a5d3a5c07e06_ContentBits">
    <vt:lpwstr>0</vt:lpwstr>
  </property>
</Properties>
</file>