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110B5" w14:textId="77777777" w:rsidR="000F0FE2" w:rsidRDefault="000F0FE2" w:rsidP="000F0FE2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>
        <w:rPr>
          <w:lang w:val="en-GB"/>
        </w:rPr>
        <w:t xml:space="preserve"> </w:t>
      </w:r>
      <w:r w:rsidRPr="005A512B">
        <w:rPr>
          <w:sz w:val="28"/>
          <w:szCs w:val="28"/>
          <w:lang w:val="en-GB"/>
        </w:rPr>
        <w:t>(for researchers)</w:t>
      </w:r>
    </w:p>
    <w:p w14:paraId="438ADB47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410AFF5F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5DF3AB6A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6803DB6B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770596DF" w14:textId="597B9100" w:rsidR="000F0FE2" w:rsidRPr="005A512B" w:rsidRDefault="000F0FE2" w:rsidP="7AFD0E7F">
      <w:pPr>
        <w:spacing w:after="200" w:line="240" w:lineRule="auto"/>
        <w:rPr>
          <w:b/>
          <w:bCs/>
          <w:lang w:val="en-GB"/>
        </w:rPr>
      </w:pPr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 xml:space="preserve">Role in the project  </w:t>
      </w:r>
      <w:r w:rsidRPr="7AFD0E7F">
        <w:rPr>
          <w:b/>
          <w:bCs/>
          <w:lang w:val="en-GB"/>
        </w:rPr>
        <w:t xml:space="preserve">   </w:t>
      </w:r>
      <w:r w:rsidRPr="7AFD0E7F">
        <w:rPr>
          <w:lang w:val="en-GB"/>
        </w:rPr>
        <w:t>Project manager</w:t>
      </w:r>
      <w:bookmarkStart w:id="0" w:name="_Hlk12009328"/>
      <w:r w:rsidRPr="7AFD0E7F">
        <w:rPr>
          <w:lang w:val="en-GB"/>
        </w:rPr>
        <w:t xml:space="preserve"> </w:t>
      </w:r>
      <w:sdt>
        <w:sdtPr>
          <w:rPr>
            <w:lang w:val="en-GB"/>
          </w:rPr>
          <w:id w:val="98696800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 w:rsidRPr="7AFD0E7F">
        <w:rPr>
          <w:lang w:val="en-GB"/>
        </w:rPr>
        <w:t xml:space="preserve">   </w:t>
      </w:r>
      <w:bookmarkEnd w:id="0"/>
      <w:r w:rsidRPr="7AFD0E7F">
        <w:rPr>
          <w:lang w:val="en-GB"/>
        </w:rPr>
        <w:t xml:space="preserve">     Project p</w:t>
      </w:r>
      <w:r w:rsidR="4827472A" w:rsidRPr="7AFD0E7F">
        <w:rPr>
          <w:lang w:val="en-GB"/>
        </w:rPr>
        <w:t xml:space="preserve">articipant </w:t>
      </w:r>
      <w:sdt>
        <w:sdtPr>
          <w:rPr>
            <w:lang w:val="en-GB"/>
          </w:rPr>
          <w:id w:val="-41416711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>
        <w:rPr>
          <w:rFonts w:cstheme="minorHAnsi"/>
          <w:lang w:val="en-GB"/>
        </w:rPr>
        <w:br/>
      </w:r>
      <w:bookmarkStart w:id="1" w:name="_Hlk12017130"/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0F0FE2" w:rsidRPr="005A512B" w14:paraId="0F01C879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C79E4A5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Surname</w:t>
            </w:r>
            <w:r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5B455CB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1CD593EB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5274791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956247F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58C2FE5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Sex:</w:t>
            </w:r>
          </w:p>
        </w:tc>
        <w:tc>
          <w:tcPr>
            <w:tcW w:w="1695" w:type="dxa"/>
          </w:tcPr>
          <w:p w14:paraId="4BA53B02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0D268AFA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48987031" w14:textId="77777777" w:rsidR="000F0FE2" w:rsidRPr="005A512B" w:rsidDel="00C4026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1B14EF21" w14:textId="77777777" w:rsidR="000F0FE2" w:rsidRPr="005A512B" w:rsidDel="00EA2B35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2F6200" w14:paraId="32C0F002" w14:textId="77777777" w:rsidTr="003F43B5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1AAE3EF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>(ORCID, ResearcherID, etc.):</w:t>
            </w:r>
          </w:p>
        </w:tc>
        <w:tc>
          <w:tcPr>
            <w:tcW w:w="6514" w:type="dxa"/>
            <w:gridSpan w:val="3"/>
          </w:tcPr>
          <w:p w14:paraId="29B2284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614DE204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EC454F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3CFD6D1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4A02E" w14:textId="77777777" w:rsidR="000F0FE2" w:rsidRPr="005A512B" w:rsidRDefault="000F0FE2" w:rsidP="000F0FE2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E</w:t>
      </w:r>
      <w:r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0F0FE2" w:rsidRPr="002F6200" w14:paraId="2FF6893D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74E1A753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FDD183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</w:t>
            </w:r>
            <w:r>
              <w:rPr>
                <w:rFonts w:cstheme="minorHAnsi"/>
                <w:lang w:val="en-GB"/>
              </w:rPr>
              <w:t xml:space="preserve"> - 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:rsidRPr="0057542E" w14:paraId="17A23BB3" w14:textId="77777777" w:rsidTr="003F43B5">
        <w:tc>
          <w:tcPr>
            <w:tcW w:w="1271" w:type="dxa"/>
          </w:tcPr>
          <w:p w14:paraId="1FFBB6CA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16A01DC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 xml:space="preserve">. </w:t>
            </w:r>
          </w:p>
        </w:tc>
      </w:tr>
      <w:tr w:rsidR="000F0FE2" w:rsidRPr="005A512B" w14:paraId="4D86E241" w14:textId="77777777" w:rsidTr="003F43B5">
        <w:tc>
          <w:tcPr>
            <w:tcW w:w="1271" w:type="dxa"/>
          </w:tcPr>
          <w:p w14:paraId="45D8F98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2FEA608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4AA2BA12" w14:textId="7777777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Pr="00F04ACC">
        <w:rPr>
          <w:rFonts w:cstheme="minorHAnsi"/>
          <w:b/>
          <w:sz w:val="24"/>
          <w:szCs w:val="24"/>
          <w:lang w:val="en-GB"/>
        </w:rPr>
        <w:t>Positions</w:t>
      </w:r>
      <w:r w:rsidRPr="000A05F2">
        <w:rPr>
          <w:rFonts w:cstheme="minorHAnsi"/>
          <w:b/>
          <w:sz w:val="24"/>
          <w:szCs w:val="24"/>
          <w:lang w:val="en-GB"/>
        </w:rPr>
        <w:t xml:space="preserve"> </w:t>
      </w:r>
      <w:r>
        <w:rPr>
          <w:rFonts w:cstheme="minorHAnsi"/>
          <w:b/>
          <w:sz w:val="24"/>
          <w:szCs w:val="24"/>
          <w:lang w:val="en-GB"/>
        </w:rPr>
        <w:t xml:space="preserve">- </w:t>
      </w:r>
      <w:r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5FC911F0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9A3563" w14:paraId="474D99D6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3FC21661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13E15A30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14:paraId="34163614" w14:textId="77777777" w:rsidTr="003F43B5">
        <w:tc>
          <w:tcPr>
            <w:tcW w:w="1271" w:type="dxa"/>
          </w:tcPr>
          <w:p w14:paraId="07137BA4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117AEE57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14:paraId="4CC02B1F" w14:textId="77777777" w:rsidTr="003F43B5">
        <w:tc>
          <w:tcPr>
            <w:tcW w:w="1271" w:type="dxa"/>
          </w:tcPr>
          <w:p w14:paraId="5325792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5FA4B4F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03431C9B" w14:textId="77777777" w:rsidR="000F0FE2" w:rsidRDefault="000F0FE2" w:rsidP="000F0FE2">
      <w:pPr>
        <w:spacing w:after="0" w:line="240" w:lineRule="auto"/>
        <w:rPr>
          <w:rFonts w:cstheme="minorHAnsi"/>
          <w:b/>
          <w:lang w:val="en-GB"/>
        </w:rPr>
      </w:pPr>
    </w:p>
    <w:p w14:paraId="40AD1FB4" w14:textId="77777777" w:rsidR="000F0FE2" w:rsidRPr="005A512B" w:rsidRDefault="000F0FE2" w:rsidP="000F0FE2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3223A4" w14:paraId="0A5DFCD8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4CA61B7A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1B78F50F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0F0FE2" w:rsidRPr="00C044E4" w14:paraId="21646F5C" w14:textId="77777777" w:rsidTr="003F43B5">
        <w:tc>
          <w:tcPr>
            <w:tcW w:w="1271" w:type="dxa"/>
          </w:tcPr>
          <w:p w14:paraId="52B9AD61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3D43F2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1E19226" w14:textId="77777777" w:rsidR="00D73DCD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</w:p>
    <w:p w14:paraId="2510EB19" w14:textId="1FFAC19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lastRenderedPageBreak/>
        <w:t>P</w:t>
      </w:r>
      <w:r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517ED49" w14:textId="77777777" w:rsidR="000F0FE2" w:rsidRPr="000A05F2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9A3563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other. P</w:t>
      </w:r>
      <w:r w:rsidRPr="009A3563">
        <w:rPr>
          <w:rFonts w:cstheme="minorHAnsi"/>
          <w:i/>
          <w:lang w:val="en-GB"/>
        </w:rPr>
        <w:t>lease list the most relevant</w:t>
      </w:r>
      <w:r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2F6200" w14:paraId="0C84F66C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51F6BC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1B4B4B3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Pr="00C044E4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 xml:space="preserve"> - R</w:t>
            </w:r>
            <w:r w:rsidRPr="00C044E4">
              <w:rPr>
                <w:rFonts w:cstheme="minorHAnsi"/>
                <w:lang w:val="en-GB"/>
              </w:rPr>
              <w:t>ole</w:t>
            </w:r>
            <w:r>
              <w:rPr>
                <w:rFonts w:cstheme="minorHAnsi"/>
                <w:lang w:val="en-GB"/>
              </w:rPr>
              <w:t xml:space="preserve"> - Funder</w:t>
            </w:r>
          </w:p>
        </w:tc>
      </w:tr>
      <w:tr w:rsidR="000F0FE2" w:rsidRPr="00C044E4" w14:paraId="502584A5" w14:textId="77777777" w:rsidTr="003F43B5">
        <w:tc>
          <w:tcPr>
            <w:tcW w:w="1271" w:type="dxa"/>
          </w:tcPr>
          <w:p w14:paraId="63EE33F9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444CC4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4A5E87EE" w14:textId="77777777" w:rsidR="000F0FE2" w:rsidRPr="000A05F2" w:rsidRDefault="000F0FE2" w:rsidP="000F0FE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Pr="000A05F2">
        <w:rPr>
          <w:b/>
          <w:sz w:val="24"/>
          <w:szCs w:val="24"/>
          <w:lang w:val="en-GB"/>
        </w:rPr>
        <w:t xml:space="preserve">Supervision of students </w:t>
      </w:r>
    </w:p>
    <w:p w14:paraId="27919512" w14:textId="77777777" w:rsidR="000F0FE2" w:rsidRPr="000A05F2" w:rsidRDefault="000F0FE2" w:rsidP="000F0FE2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(Total number of students)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0F0FE2" w:rsidRPr="002C0E70" w14:paraId="45530F0C" w14:textId="77777777" w:rsidTr="003F43B5">
        <w:tc>
          <w:tcPr>
            <w:tcW w:w="1129" w:type="dxa"/>
            <w:shd w:val="clear" w:color="auto" w:fill="F2F2F2" w:themeFill="background1" w:themeFillShade="F2"/>
          </w:tcPr>
          <w:p w14:paraId="1710A4B0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748AC2E9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>
              <w:rPr>
                <w:rFonts w:cstheme="minorHAnsi"/>
                <w:lang w:val="en-GB"/>
              </w:rPr>
              <w:br/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0A644FB8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14:paraId="20D5D1A7" w14:textId="77777777" w:rsidTr="003F43B5">
        <w:tc>
          <w:tcPr>
            <w:tcW w:w="1129" w:type="dxa"/>
          </w:tcPr>
          <w:p w14:paraId="1E752AF5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0FFDCC8D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169D0502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5D8C8C9" w14:textId="77777777" w:rsidR="000F0FE2" w:rsidRPr="000A05F2" w:rsidRDefault="000F0FE2" w:rsidP="000F0FE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Pr="000A05F2">
        <w:rPr>
          <w:b/>
          <w:sz w:val="24"/>
          <w:szCs w:val="24"/>
          <w:lang w:val="en-GB"/>
        </w:rPr>
        <w:t xml:space="preserve">Other </w:t>
      </w:r>
      <w:r>
        <w:rPr>
          <w:b/>
          <w:sz w:val="24"/>
          <w:szCs w:val="24"/>
          <w:lang w:val="en-GB"/>
        </w:rPr>
        <w:t xml:space="preserve">relevant </w:t>
      </w:r>
      <w:r w:rsidRPr="000A05F2">
        <w:rPr>
          <w:b/>
          <w:sz w:val="24"/>
          <w:szCs w:val="24"/>
          <w:lang w:val="en-GB"/>
        </w:rPr>
        <w:t>professional experience</w:t>
      </w:r>
      <w:r>
        <w:rPr>
          <w:b/>
          <w:sz w:val="24"/>
          <w:szCs w:val="24"/>
          <w:lang w:val="en-GB"/>
        </w:rPr>
        <w:t>s</w:t>
      </w:r>
    </w:p>
    <w:p w14:paraId="289BAE0C" w14:textId="77777777" w:rsidR="000F0FE2" w:rsidRPr="008F70CF" w:rsidRDefault="000F0FE2" w:rsidP="000F0FE2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>
        <w:rPr>
          <w:rFonts w:cstheme="minorHAnsi"/>
          <w:lang w:val="en-GB"/>
        </w:rPr>
        <w:t xml:space="preserve">E.g. </w:t>
      </w:r>
      <w:r w:rsidRPr="000A05F2">
        <w:rPr>
          <w:rFonts w:cstheme="minorHAnsi"/>
          <w:lang w:val="en-GB"/>
        </w:rPr>
        <w:t>institutional responsibilities</w:t>
      </w:r>
      <w:r>
        <w:rPr>
          <w:rFonts w:cstheme="minorHAnsi"/>
          <w:lang w:val="en-GB"/>
        </w:rPr>
        <w:t>,</w:t>
      </w:r>
      <w:r w:rsidRPr="000A05F2">
        <w:rPr>
          <w:rFonts w:cstheme="minorHAnsi"/>
          <w:lang w:val="en-GB"/>
        </w:rPr>
        <w:t xml:space="preserve"> organisation of scientific meetings, </w:t>
      </w:r>
      <w:r>
        <w:rPr>
          <w:rFonts w:cstheme="minorHAnsi"/>
          <w:lang w:val="en-GB"/>
        </w:rPr>
        <w:t xml:space="preserve">membership in academic societies, </w:t>
      </w:r>
      <w:r w:rsidRPr="000A05F2">
        <w:rPr>
          <w:rFonts w:cstheme="minorHAnsi"/>
          <w:lang w:val="en-GB"/>
        </w:rPr>
        <w:t xml:space="preserve">review boards, </w:t>
      </w:r>
      <w:r>
        <w:rPr>
          <w:rFonts w:cstheme="minorHAnsi"/>
          <w:lang w:val="en-GB"/>
        </w:rPr>
        <w:t>advisory boards, committees, major research or innovation collaborations, other commissions of trust in public or private sector</w:t>
      </w:r>
      <w:r w:rsidRPr="000A05F2">
        <w:rPr>
          <w:rFonts w:cstheme="minorHAnsi"/>
          <w:lang w:val="en-GB"/>
        </w:rPr>
        <w:t>)</w:t>
      </w:r>
      <w:r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0F0FE2" w:rsidRPr="009A3563" w14:paraId="60AE63A8" w14:textId="77777777" w:rsidTr="003F43B5">
        <w:tc>
          <w:tcPr>
            <w:tcW w:w="1129" w:type="dxa"/>
            <w:shd w:val="clear" w:color="auto" w:fill="F2F2F2" w:themeFill="background1" w:themeFillShade="F2"/>
          </w:tcPr>
          <w:p w14:paraId="7770D2D4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3E55125E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 - Role</w:t>
            </w:r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0F0FE2" w:rsidRPr="00C044E4" w14:paraId="1994E91F" w14:textId="77777777" w:rsidTr="003F43B5">
        <w:tc>
          <w:tcPr>
            <w:tcW w:w="1129" w:type="dxa"/>
          </w:tcPr>
          <w:p w14:paraId="1D321720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499" w:type="dxa"/>
          </w:tcPr>
          <w:p w14:paraId="25ADDA1A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0BFFD4B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</w:p>
    <w:p w14:paraId="6064CE1B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1643D3EE" w14:textId="77777777" w:rsidR="000F0FE2" w:rsidRPr="003869B4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>
        <w:rPr>
          <w:rFonts w:cstheme="minorHAnsi"/>
          <w:lang w:val="en-GB"/>
        </w:rPr>
        <w:t>.</w:t>
      </w:r>
    </w:p>
    <w:p w14:paraId="4326028A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 in major national or international peer-reviewed journals, peer-reviewed conference proceedings, peer reviewed book chapters and/or monographs</w:t>
      </w:r>
      <w:r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  </w:t>
      </w:r>
      <w:r w:rsidRPr="003869B4">
        <w:rPr>
          <w:rFonts w:cstheme="minorHAnsi"/>
          <w:lang w:val="en-GB"/>
        </w:rPr>
        <w:t xml:space="preserve"> </w:t>
      </w:r>
    </w:p>
    <w:p w14:paraId="243C4100" w14:textId="77777777" w:rsidR="000F0FE2" w:rsidRPr="000A05F2" w:rsidRDefault="000F0FE2" w:rsidP="000F0FE2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369660D0" w14:textId="77777777" w:rsidR="000F0FE2" w:rsidRPr="00233CE1" w:rsidRDefault="000F0FE2" w:rsidP="000F0FE2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>If applicable:</w:t>
      </w:r>
    </w:p>
    <w:p w14:paraId="420CCDCD" w14:textId="77777777" w:rsidR="000F0FE2" w:rsidRPr="007E6CF9" w:rsidRDefault="000F0FE2" w:rsidP="000F0FE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003FFAD5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>
        <w:rPr>
          <w:rFonts w:cstheme="minorHAnsi"/>
          <w:lang w:val="en-GB"/>
        </w:rPr>
        <w:t xml:space="preserve">outputs of relevance (e.g. datasets, software, non peer-reviewed </w:t>
      </w:r>
      <w:r w:rsidRPr="000A05F2">
        <w:rPr>
          <w:rFonts w:cstheme="minorHAnsi"/>
          <w:lang w:val="en-GB"/>
        </w:rPr>
        <w:t>publications</w:t>
      </w:r>
      <w:r>
        <w:rPr>
          <w:rFonts w:cstheme="minorHAnsi"/>
          <w:lang w:val="en-GB"/>
        </w:rPr>
        <w:t>)</w:t>
      </w:r>
    </w:p>
    <w:p w14:paraId="31866A30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>
        <w:rPr>
          <w:rFonts w:cstheme="minorHAnsi"/>
          <w:lang w:val="en-GB"/>
        </w:rPr>
        <w:t>.</w:t>
      </w:r>
    </w:p>
    <w:p w14:paraId="0CA47EBF" w14:textId="77777777" w:rsidR="000F0FE2" w:rsidRPr="0087511B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Pr="003869B4">
        <w:rPr>
          <w:rFonts w:cstheme="minorHAnsi"/>
          <w:lang w:val="en-GB"/>
        </w:rPr>
        <w:t>ndustrial or public innovation</w:t>
      </w:r>
      <w:r>
        <w:rPr>
          <w:rFonts w:cstheme="minorHAnsi"/>
          <w:lang w:val="en-GB"/>
        </w:rPr>
        <w:t xml:space="preserve"> or </w:t>
      </w:r>
      <w:r w:rsidRPr="003869B4">
        <w:rPr>
          <w:rFonts w:cstheme="minorHAnsi"/>
          <w:lang w:val="en-GB"/>
        </w:rPr>
        <w:t>design</w:t>
      </w:r>
      <w:r>
        <w:rPr>
          <w:rFonts w:cstheme="minorHAnsi"/>
          <w:lang w:val="en-GB"/>
        </w:rPr>
        <w:t xml:space="preserve"> and/or</w:t>
      </w:r>
      <w:r w:rsidRPr="003869B4">
        <w:rPr>
          <w:rFonts w:cstheme="minorHAnsi"/>
          <w:lang w:val="en-GB"/>
        </w:rPr>
        <w:t xml:space="preserve"> highlights from research or innovation with societal impact</w:t>
      </w:r>
      <w:r>
        <w:rPr>
          <w:rFonts w:cstheme="minorHAnsi"/>
          <w:lang w:val="en-GB"/>
        </w:rPr>
        <w:t>.</w:t>
      </w:r>
    </w:p>
    <w:p w14:paraId="1D9F15F1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>Invited presentations to peer-reviewed national or international conferences and/or international advanced schools.</w:t>
      </w:r>
    </w:p>
    <w:p w14:paraId="7B198CFF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>
        <w:rPr>
          <w:rFonts w:cstheme="minorHAnsi"/>
          <w:lang w:val="en-GB"/>
        </w:rPr>
        <w:t>.</w:t>
      </w:r>
    </w:p>
    <w:p w14:paraId="1E4319A9" w14:textId="77777777" w:rsidR="000F0FE2" w:rsidRPr="00225325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awards and prizes.</w:t>
      </w:r>
    </w:p>
    <w:p w14:paraId="0F3C2829" w14:textId="77777777" w:rsidR="000F0FE2" w:rsidRPr="000A05F2" w:rsidRDefault="000F0FE2" w:rsidP="000F0FE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54A309AF" w14:textId="5A59DA85" w:rsidR="00585DF1" w:rsidRPr="000F0FE2" w:rsidRDefault="00585DF1" w:rsidP="000F0FE2"/>
    <w:sectPr w:rsidR="00585DF1" w:rsidRPr="000F0FE2" w:rsidSect="008373D1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E6731" w14:textId="77777777" w:rsidR="004E2CE1" w:rsidRDefault="004E2CE1" w:rsidP="000D14F6">
      <w:pPr>
        <w:spacing w:after="0" w:line="240" w:lineRule="auto"/>
      </w:pPr>
      <w:r>
        <w:separator/>
      </w:r>
    </w:p>
  </w:endnote>
  <w:endnote w:type="continuationSeparator" w:id="0">
    <w:p w14:paraId="6272570E" w14:textId="77777777" w:rsidR="004E2CE1" w:rsidRDefault="004E2CE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64668066"/>
      <w:docPartObj>
        <w:docPartGallery w:val="Page Numbers (Bottom of Page)"/>
        <w:docPartUnique/>
      </w:docPartObj>
    </w:sdtPr>
    <w:sdtContent>
      <w:p w14:paraId="1289F4C9" w14:textId="4B345671" w:rsidR="002F6200" w:rsidRDefault="002F620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71C44B4E" w:rsidR="000D14F6" w:rsidRPr="00941ED5" w:rsidRDefault="000D14F6" w:rsidP="00941ED5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D47EF" w14:textId="77777777" w:rsidR="004E2CE1" w:rsidRDefault="004E2CE1" w:rsidP="000D14F6">
      <w:pPr>
        <w:spacing w:after="0" w:line="240" w:lineRule="auto"/>
      </w:pPr>
      <w:r>
        <w:separator/>
      </w:r>
    </w:p>
  </w:footnote>
  <w:footnote w:type="continuationSeparator" w:id="0">
    <w:p w14:paraId="48550BD7" w14:textId="77777777" w:rsidR="004E2CE1" w:rsidRDefault="004E2CE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6517F"/>
    <w:rsid w:val="000826A4"/>
    <w:rsid w:val="0008329B"/>
    <w:rsid w:val="00094DCA"/>
    <w:rsid w:val="000A15B8"/>
    <w:rsid w:val="000B4AFF"/>
    <w:rsid w:val="000D14F6"/>
    <w:rsid w:val="000D66A8"/>
    <w:rsid w:val="000E2420"/>
    <w:rsid w:val="000E3DA9"/>
    <w:rsid w:val="000F0FE2"/>
    <w:rsid w:val="00105391"/>
    <w:rsid w:val="00115A02"/>
    <w:rsid w:val="001662AD"/>
    <w:rsid w:val="0027785F"/>
    <w:rsid w:val="002949DC"/>
    <w:rsid w:val="002F6200"/>
    <w:rsid w:val="003506E4"/>
    <w:rsid w:val="0036510F"/>
    <w:rsid w:val="003869B4"/>
    <w:rsid w:val="003B6C3B"/>
    <w:rsid w:val="003C105C"/>
    <w:rsid w:val="00407CDF"/>
    <w:rsid w:val="00467FA8"/>
    <w:rsid w:val="00474805"/>
    <w:rsid w:val="004A3336"/>
    <w:rsid w:val="004B27D2"/>
    <w:rsid w:val="004E2CE1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66B28"/>
    <w:rsid w:val="00670B51"/>
    <w:rsid w:val="00676DAC"/>
    <w:rsid w:val="006B78D4"/>
    <w:rsid w:val="006B7D60"/>
    <w:rsid w:val="006E0F8D"/>
    <w:rsid w:val="006E7520"/>
    <w:rsid w:val="006F09BD"/>
    <w:rsid w:val="007421F6"/>
    <w:rsid w:val="007F7BD7"/>
    <w:rsid w:val="008373D1"/>
    <w:rsid w:val="008844AB"/>
    <w:rsid w:val="00887C97"/>
    <w:rsid w:val="00941ED5"/>
    <w:rsid w:val="0097701C"/>
    <w:rsid w:val="009833E7"/>
    <w:rsid w:val="009B6F7A"/>
    <w:rsid w:val="009E087C"/>
    <w:rsid w:val="00A40094"/>
    <w:rsid w:val="00A56680"/>
    <w:rsid w:val="00AC133E"/>
    <w:rsid w:val="00AD03B3"/>
    <w:rsid w:val="00B06DDD"/>
    <w:rsid w:val="00B153E0"/>
    <w:rsid w:val="00B63B1F"/>
    <w:rsid w:val="00B938C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73DCD"/>
    <w:rsid w:val="00D9148F"/>
    <w:rsid w:val="00DA7E0F"/>
    <w:rsid w:val="00DE6314"/>
    <w:rsid w:val="00E04BB4"/>
    <w:rsid w:val="00E314F9"/>
    <w:rsid w:val="00E56546"/>
    <w:rsid w:val="00E8458A"/>
    <w:rsid w:val="00EA7E38"/>
    <w:rsid w:val="00EF3386"/>
    <w:rsid w:val="00F00ECF"/>
    <w:rsid w:val="00F046A8"/>
    <w:rsid w:val="00F04EF7"/>
    <w:rsid w:val="00F4522B"/>
    <w:rsid w:val="00F857D6"/>
    <w:rsid w:val="00F93B3F"/>
    <w:rsid w:val="00FA466A"/>
    <w:rsid w:val="00FC6A9F"/>
    <w:rsid w:val="00FD0107"/>
    <w:rsid w:val="00FD6A86"/>
    <w:rsid w:val="4827472A"/>
    <w:rsid w:val="7A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FE2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4B355-9D94-4AA6-BD1C-623AA7169E6B}"/>
      </w:docPartPr>
      <w:docPartBody>
        <w:p w:rsidR="005639FC" w:rsidRDefault="005639F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9FC"/>
    <w:rsid w:val="005639FC"/>
    <w:rsid w:val="008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n-NO" w:eastAsia="nn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395b65169724e88893cc7a403cee873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Kjerne - Investering</TermName>
          <TermId xmlns="http://schemas.microsoft.com/office/infopath/2007/PartnerControls">de3c3da6-dec7-46e7-aa32-2689e5255583</TermId>
        </TermInfo>
      </Terms>
    </p395b65169724e88893cc7a403cee873>
    <Person xmlns="aee9b433-8f7a-409d-8bce-4a48e5704358">
      <UserInfo>
        <DisplayName/>
        <AccountId xsi:nil="true"/>
        <AccountType/>
      </UserInfo>
    </Person>
    <TaxCatchAll xmlns="ca8d43f7-8621-443d-ab16-037995c06994">
      <Value>70</Value>
      <Value>81</Value>
      <Value>17</Value>
      <Value>2</Value>
      <Value>84</Value>
    </TaxCatchAll>
    <d610df31f6ee4793a0f658bd59d2b525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</TermName>
          <TermId xmlns="http://schemas.microsoft.com/office/infopath/2007/PartnerControls">8f2ad558-0bfb-4aa9-b94e-03221736b76c</TermId>
        </TermInfo>
      </Terms>
    </d610df31f6ee4793a0f658bd59d2b525>
    <la9724a50caf40b58ddfbd304859addf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Episerver</TermName>
          <TermId xmlns="http://schemas.microsoft.com/office/infopath/2007/PartnerControls">13706c88-d241-4b2a-9fca-f26106833e6f</TermId>
        </TermInfo>
        <TermInfo xmlns="http://schemas.microsoft.com/office/infopath/2007/PartnerControls">
          <TermName xmlns="http://schemas.microsoft.com/office/infopath/2007/PartnerControls"> Søknadsskjema</TermName>
          <TermId xmlns="http://schemas.microsoft.com/office/infopath/2007/PartnerControls">1074aa7f-7fae-452f-b889-b8350f854d66</TermId>
        </TermInfo>
      </Terms>
    </la9724a50caf40b58ddfbd304859addf>
    <f9f08c99dad1462794d6574c2af60590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Utlysning</TermName>
          <TermId xmlns="http://schemas.microsoft.com/office/infopath/2007/PartnerControls">0a711dd9-a4e2-4638-a570-8f282bc6bd37</TermId>
        </TermInfo>
      </Terms>
    </f9f08c99dad1462794d6574c2af60590>
    <k8e925d3f07b40fd957dd5211e0ff3fc xmlns="aee9b433-8f7a-409d-8bce-4a48e5704358">
      <Terms xmlns="http://schemas.microsoft.com/office/infopath/2007/PartnerControls"/>
    </k8e925d3f07b40fd957dd5211e0ff3fc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615A39CAC3A14F8174F05929C414D5" ma:contentTypeVersion="42" ma:contentTypeDescription="Opprett et nytt dokument." ma:contentTypeScope="" ma:versionID="2da2e60aa6374916a5129169f470632d">
  <xsd:schema xmlns:xsd="http://www.w3.org/2001/XMLSchema" xmlns:xs="http://www.w3.org/2001/XMLSchema" xmlns:p="http://schemas.microsoft.com/office/2006/metadata/properties" xmlns:ns2="aee9b433-8f7a-409d-8bce-4a48e5704358" xmlns:ns3="ca8d43f7-8621-443d-ab16-037995c06994" targetNamespace="http://schemas.microsoft.com/office/2006/metadata/properties" ma:root="true" ma:fieldsID="f8da0d32d14d05accbcbb555a2701c81" ns2:_="" ns3:_="">
    <xsd:import namespace="aee9b433-8f7a-409d-8bce-4a48e5704358"/>
    <xsd:import namespace="ca8d43f7-8621-443d-ab16-037995c06994"/>
    <xsd:element name="properties">
      <xsd:complexType>
        <xsd:sequence>
          <xsd:element name="documentManagement">
            <xsd:complexType>
              <xsd:all>
                <xsd:element ref="ns2:Pers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395b65169724e88893cc7a403cee873" minOccurs="0"/>
                <xsd:element ref="ns3:TaxCatchAll" minOccurs="0"/>
                <xsd:element ref="ns2:d610df31f6ee4793a0f658bd59d2b525" minOccurs="0"/>
                <xsd:element ref="ns2:la9724a50caf40b58ddfbd304859addf" minOccurs="0"/>
                <xsd:element ref="ns2:f9f08c99dad1462794d6574c2af60590" minOccurs="0"/>
                <xsd:element ref="ns2:k8e925d3f07b40fd957dd5211e0ff3f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9b433-8f7a-409d-8bce-4a48e5704358" elementFormDefault="qualified">
    <xsd:import namespace="http://schemas.microsoft.com/office/2006/documentManagement/types"/>
    <xsd:import namespace="http://schemas.microsoft.com/office/infopath/2007/PartnerControls"/>
    <xsd:element name="Person" ma:index="7" nillable="true" ma:displayName="Person" ma:list="UserInfo" ma:SharePointGroup="0" ma:internalName="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p395b65169724e88893cc7a403cee873" ma:index="16" nillable="true" ma:taxonomy="true" ma:internalName="p395b65169724e88893cc7a403cee873" ma:taxonomyFieldName="Arbeidsprosesser" ma:displayName="Prosessområde" ma:readOnly="false" ma:default="" ma:fieldId="{9395b651-6972-4e88-893c-c7a403cee873}" ma:sspId="26cff002-41dc-47c6-9720-c7756c5075c9" ma:termSetId="f916ca2d-78bc-4931-9459-f26af3e627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10df31f6ee4793a0f658bd59d2b525" ma:index="18" nillable="true" ma:taxonomy="true" ma:internalName="d610df31f6ee4793a0f658bd59d2b525" ma:taxonomyFieldName="Dokumenttype0" ma:displayName="Dokumenttype" ma:readOnly="false" ma:default="" ma:fieldId="{d610df31-f6ee-4793-a0f6-58bd59d2b525}" ma:sspId="26cff002-41dc-47c6-9720-c7756c5075c9" ma:termSetId="f036f216-bec9-454b-bebc-3cc5e3b1f0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a9724a50caf40b58ddfbd304859addf" ma:index="19" nillable="true" ma:taxonomy="true" ma:internalName="la9724a50caf40b58ddfbd304859addf" ma:taxonomyFieldName="Systemer" ma:displayName="Systemer" ma:readOnly="false" ma:default="" ma:fieldId="{5a9724a5-0caf-40b5-8ddf-bd304859addf}" ma:taxonomyMulti="true" ma:sspId="26cff002-41dc-47c6-9720-c7756c5075c9" ma:termSetId="19708055-14ae-45dd-9c57-1d0b033ecf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f08c99dad1462794d6574c2af60590" ma:index="20" nillable="true" ma:taxonomy="true" ma:internalName="f9f08c99dad1462794d6574c2af60590" ma:taxonomyFieldName="Delprosess" ma:displayName="Delprosess" ma:readOnly="false" ma:default="" ma:fieldId="{f9f08c99-dad1-4627-94d6-574c2af60590}" ma:taxonomyMulti="true" ma:sspId="26cff002-41dc-47c6-9720-c7756c5075c9" ma:termSetId="6c033834-82bb-4c62-9781-45ec7a5144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e925d3f07b40fd957dd5211e0ff3fc" ma:index="21" nillable="true" ma:taxonomy="true" ma:internalName="k8e925d3f07b40fd957dd5211e0ff3fc" ma:taxonomyFieldName="S_x00f8_knadstyper" ma:displayName="Søknadstyper" ma:readOnly="false" ma:default="" ma:fieldId="{48e925d3-f07b-40fd-957d-d5211e0ff3fc}" ma:taxonomyMulti="true" ma:sspId="26cff002-41dc-47c6-9720-c7756c5075c9" ma:termSetId="ddbdb09e-41b3-4d16-aacd-f27f7de5e1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43f7-8621-443d-ab16-037995c06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hidden="true" ma:internalName="SharedWithDetails" ma:readOnly="true">
      <xsd:simpleType>
        <xsd:restriction base="dms:Note"/>
      </xsd:simpleType>
    </xsd:element>
    <xsd:element name="TaxCatchAll" ma:index="17" nillable="true" ma:displayName="Taxonomy Catch All Column" ma:hidden="true" ma:list="{74342dc8-353c-4ee4-8b9e-9a918f27f0cf}" ma:internalName="TaxCatchAll" ma:readOnly="false" ma:showField="CatchAllData" ma:web="ca8d43f7-8621-443d-ab16-037995c06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1A6A9E-4E45-49F3-A54C-B9D63BFB1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6220B-2D98-4E94-A3A7-3E8623C28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47B43-BC19-4E0D-B5CE-E10E9FD66252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4.xml><?xml version="1.0" encoding="utf-8"?>
<ds:datastoreItem xmlns:ds="http://schemas.openxmlformats.org/officeDocument/2006/customXml" ds:itemID="{68A806A8-DF27-424B-ACA1-FE1DF544D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9b433-8f7a-409d-8bce-4a48e5704358"/>
    <ds:schemaRef ds:uri="ca8d43f7-8621-443d-ab16-037995c06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371</Words>
  <Characters>1968</Characters>
  <Application>Microsoft Office Word</Application>
  <DocSecurity>0</DocSecurity>
  <Lines>16</Lines>
  <Paragraphs>4</Paragraphs>
  <ScaleCrop>false</ScaleCrop>
  <Company>Norges forskningsråd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researchers</dc:title>
  <dc:creator>Kristen Ulstein</dc:creator>
  <cp:lastModifiedBy>Therese Farstad</cp:lastModifiedBy>
  <cp:revision>11</cp:revision>
  <cp:lastPrinted>2019-06-12T12:57:00Z</cp:lastPrinted>
  <dcterms:created xsi:type="dcterms:W3CDTF">2019-06-24T15:25:00Z</dcterms:created>
  <dcterms:modified xsi:type="dcterms:W3CDTF">2021-10-19T10:35:00Z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MSIP_Label_111b3e3d-01ff-44be-8e41-bb9a1b879f55_Enabled">
    <vt:lpwstr>true</vt:lpwstr>
  </property>
  <property fmtid="{D5CDD505-2E9C-101B-9397-08002B2CF9AE}" pid="18" name="MSIP_Label_111b3e3d-01ff-44be-8e41-bb9a1b879f55_SetDate">
    <vt:lpwstr>2021-02-05T09:14:13Z</vt:lpwstr>
  </property>
  <property fmtid="{D5CDD505-2E9C-101B-9397-08002B2CF9AE}" pid="19" name="MSIP_Label_111b3e3d-01ff-44be-8e41-bb9a1b879f55_Method">
    <vt:lpwstr>Standard</vt:lpwstr>
  </property>
  <property fmtid="{D5CDD505-2E9C-101B-9397-08002B2CF9AE}" pid="20" name="MSIP_Label_111b3e3d-01ff-44be-8e41-bb9a1b879f55_Name">
    <vt:lpwstr>111b3e3d-01ff-44be-8e41-bb9a1b879f55</vt:lpwstr>
  </property>
  <property fmtid="{D5CDD505-2E9C-101B-9397-08002B2CF9AE}" pid="21" name="MSIP_Label_111b3e3d-01ff-44be-8e41-bb9a1b879f55_SiteId">
    <vt:lpwstr>a9b13882-99a6-4b28-9368-b64c69bf0256</vt:lpwstr>
  </property>
  <property fmtid="{D5CDD505-2E9C-101B-9397-08002B2CF9AE}" pid="22" name="MSIP_Label_111b3e3d-01ff-44be-8e41-bb9a1b879f55_ActionId">
    <vt:lpwstr>e3635535-ac41-4d30-a3ae-d2856dfdfd04</vt:lpwstr>
  </property>
  <property fmtid="{D5CDD505-2E9C-101B-9397-08002B2CF9AE}" pid="23" name="MSIP_Label_111b3e3d-01ff-44be-8e41-bb9a1b879f55_ContentBits">
    <vt:lpwstr>0</vt:lpwstr>
  </property>
  <property fmtid="{D5CDD505-2E9C-101B-9397-08002B2CF9AE}" pid="24" name="Søknadstyper">
    <vt:lpwstr/>
  </property>
</Properties>
</file>