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DF1F24" w14:textId="6B2ABD1A" w:rsidR="00A242F3" w:rsidRPr="006677DE" w:rsidRDefault="00996543" w:rsidP="00235005">
      <w:pPr>
        <w:pStyle w:val="Overskrift3"/>
        <w:rPr>
          <w:i/>
        </w:rPr>
      </w:pPr>
      <w:r w:rsidRPr="006677DE">
        <w:rPr>
          <w:i/>
        </w:rPr>
        <w:t>Mal for prosjektbeskrivelse</w:t>
      </w:r>
    </w:p>
    <w:p w14:paraId="0ADF1F25" w14:textId="7A6F0549" w:rsidR="00CC24FE" w:rsidRPr="006677DE" w:rsidRDefault="006677DE" w:rsidP="00235005">
      <w:pPr>
        <w:pStyle w:val="Overskrift3"/>
        <w:rPr>
          <w:i/>
          <w:sz w:val="48"/>
        </w:rPr>
      </w:pPr>
      <w:r w:rsidRPr="006677DE">
        <w:rPr>
          <w:i/>
        </w:rPr>
        <w:t>Koordinerings- og støtteaktivitet</w:t>
      </w:r>
      <w:r w:rsidR="00A242F3" w:rsidRPr="006677DE">
        <w:rPr>
          <w:i/>
        </w:rPr>
        <w:t xml:space="preserve"> – </w:t>
      </w:r>
      <w:r w:rsidR="004B2C32" w:rsidRPr="006677DE">
        <w:rPr>
          <w:i/>
        </w:rPr>
        <w:t xml:space="preserve">MSCA-TOPP-UT </w:t>
      </w:r>
    </w:p>
    <w:p w14:paraId="1882FCD0" w14:textId="34EF0B3D" w:rsidR="004B2C32" w:rsidRPr="006677DE" w:rsidRDefault="006677DE" w:rsidP="00850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6677DE">
        <w:rPr>
          <w:b/>
          <w:i/>
          <w:sz w:val="24"/>
        </w:rPr>
        <w:t>Hvordan fyller du ut malen</w:t>
      </w:r>
      <w:r w:rsidR="00A815C3" w:rsidRPr="006677DE">
        <w:rPr>
          <w:b/>
          <w:i/>
          <w:sz w:val="24"/>
        </w:rPr>
        <w:t>:</w:t>
      </w:r>
      <w:r w:rsidR="00A815C3" w:rsidRPr="006677DE">
        <w:rPr>
          <w:b/>
          <w:i/>
        </w:rPr>
        <w:br/>
      </w:r>
    </w:p>
    <w:p w14:paraId="60E3E0D9" w14:textId="77777777" w:rsidR="00F10733" w:rsidRPr="00107AE8" w:rsidRDefault="004B2C32" w:rsidP="00850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107AE8">
        <w:rPr>
          <w:b/>
          <w:i/>
          <w:sz w:val="28"/>
        </w:rPr>
        <w:t xml:space="preserve">MSCA IF </w:t>
      </w:r>
      <w:proofErr w:type="spellStart"/>
      <w:r w:rsidRPr="00107AE8">
        <w:rPr>
          <w:b/>
          <w:i/>
          <w:sz w:val="28"/>
        </w:rPr>
        <w:t>fellows</w:t>
      </w:r>
      <w:proofErr w:type="spellEnd"/>
      <w:r w:rsidRPr="00107AE8">
        <w:rPr>
          <w:b/>
          <w:i/>
          <w:sz w:val="28"/>
        </w:rPr>
        <w:t xml:space="preserve">: </w:t>
      </w:r>
    </w:p>
    <w:p w14:paraId="729AE349" w14:textId="6F5FC3EE" w:rsidR="001B61FE" w:rsidRPr="006677DE" w:rsidRDefault="006677DE" w:rsidP="00850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6677DE">
        <w:rPr>
          <w:b/>
          <w:i/>
        </w:rPr>
        <w:t>Du skal ikke bruke denne malen!</w:t>
      </w:r>
      <w:r>
        <w:rPr>
          <w:b/>
          <w:i/>
        </w:rPr>
        <w:t xml:space="preserve"> Du skal laste opp B1 og B2 delen av søknaden som du sendte til MSCA som prosjektbeskrivelse. Vær snill å slå dem sammen til ett </w:t>
      </w:r>
      <w:proofErr w:type="spellStart"/>
      <w:r>
        <w:rPr>
          <w:b/>
          <w:i/>
        </w:rPr>
        <w:t>pdf</w:t>
      </w:r>
      <w:proofErr w:type="spellEnd"/>
      <w:r>
        <w:rPr>
          <w:b/>
          <w:i/>
        </w:rPr>
        <w:t>-dokument.</w:t>
      </w:r>
      <w:r w:rsidR="000906C4" w:rsidRPr="006677DE">
        <w:rPr>
          <w:b/>
          <w:i/>
        </w:rPr>
        <w:t xml:space="preserve"> </w:t>
      </w:r>
    </w:p>
    <w:p w14:paraId="26287AED" w14:textId="77777777" w:rsidR="00F10733" w:rsidRDefault="001B61FE" w:rsidP="00850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lang w:val="en-GB"/>
        </w:rPr>
      </w:pPr>
      <w:r w:rsidRPr="00F10733">
        <w:rPr>
          <w:b/>
          <w:i/>
          <w:sz w:val="28"/>
          <w:lang w:val="en-GB"/>
        </w:rPr>
        <w:t>MSCA ITN Early Stage Researcher:</w:t>
      </w:r>
      <w:r>
        <w:rPr>
          <w:b/>
          <w:i/>
          <w:lang w:val="en-GB"/>
        </w:rPr>
        <w:t xml:space="preserve"> </w:t>
      </w:r>
    </w:p>
    <w:p w14:paraId="260363F5" w14:textId="20D1DEA3" w:rsidR="001B61FE" w:rsidRPr="006677DE" w:rsidRDefault="006677DE" w:rsidP="00850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6677DE">
        <w:rPr>
          <w:b/>
          <w:i/>
        </w:rPr>
        <w:t>Du skal bruke denne malen for prosjektbeskrivelsen, og du skal laste den opp</w:t>
      </w:r>
      <w:r>
        <w:rPr>
          <w:b/>
          <w:i/>
        </w:rPr>
        <w:t xml:space="preserve"> </w:t>
      </w:r>
      <w:r w:rsidRPr="006677DE">
        <w:rPr>
          <w:b/>
          <w:i/>
        </w:rPr>
        <w:t>i søknaden</w:t>
      </w:r>
      <w:r>
        <w:rPr>
          <w:b/>
          <w:i/>
        </w:rPr>
        <w:t xml:space="preserve"> som et </w:t>
      </w:r>
      <w:proofErr w:type="spellStart"/>
      <w:r>
        <w:rPr>
          <w:b/>
          <w:i/>
        </w:rPr>
        <w:t>pdf</w:t>
      </w:r>
      <w:proofErr w:type="spellEnd"/>
      <w:r>
        <w:rPr>
          <w:b/>
          <w:i/>
        </w:rPr>
        <w:t>-dokument</w:t>
      </w:r>
      <w:r w:rsidR="00806963" w:rsidRPr="006677DE">
        <w:rPr>
          <w:b/>
          <w:i/>
        </w:rPr>
        <w:t>.</w:t>
      </w:r>
    </w:p>
    <w:p w14:paraId="0ADF1F26" w14:textId="077F904F" w:rsidR="00850559" w:rsidRPr="006677DE" w:rsidRDefault="006677DE" w:rsidP="00850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6677DE">
        <w:rPr>
          <w:b/>
          <w:i/>
        </w:rPr>
        <w:t xml:space="preserve">All tekst i kursiv og i bokser er kommentarer </w:t>
      </w:r>
      <w:r>
        <w:rPr>
          <w:b/>
          <w:i/>
        </w:rPr>
        <w:t>til</w:t>
      </w:r>
      <w:r w:rsidRPr="006677DE">
        <w:rPr>
          <w:b/>
          <w:i/>
        </w:rPr>
        <w:t xml:space="preserve"> veiledning</w:t>
      </w:r>
      <w:r w:rsidR="00107AE8">
        <w:rPr>
          <w:b/>
          <w:i/>
        </w:rPr>
        <w:t xml:space="preserve">. Disse skal du </w:t>
      </w:r>
      <w:r w:rsidRPr="006677DE">
        <w:rPr>
          <w:b/>
          <w:i/>
        </w:rPr>
        <w:t xml:space="preserve">stryke </w:t>
      </w:r>
      <w:r>
        <w:rPr>
          <w:b/>
          <w:i/>
        </w:rPr>
        <w:t>før du sender inn prosjektbeskrivelsen</w:t>
      </w:r>
      <w:r w:rsidR="00850559" w:rsidRPr="006677DE">
        <w:rPr>
          <w:b/>
          <w:i/>
          <w:highlight w:val="lightGray"/>
        </w:rPr>
        <w:t xml:space="preserve"> </w:t>
      </w:r>
    </w:p>
    <w:p w14:paraId="0ADF1F27" w14:textId="39981D30" w:rsidR="00FD778F" w:rsidRPr="006677DE" w:rsidRDefault="006677D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>
        <w:rPr>
          <w:b/>
          <w:i/>
        </w:rPr>
        <w:t>Vær snill å besvar alle punktene, og følg rekkefølgen i malen</w:t>
      </w:r>
      <w:r w:rsidR="00A815C3" w:rsidRPr="006677DE">
        <w:rPr>
          <w:b/>
          <w:i/>
        </w:rPr>
        <w:t xml:space="preserve">. </w:t>
      </w:r>
    </w:p>
    <w:p w14:paraId="0ADF1F28" w14:textId="17146BFB" w:rsidR="00CC24FE" w:rsidRPr="006677DE" w:rsidRDefault="006677D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6677DE">
        <w:rPr>
          <w:b/>
          <w:i/>
        </w:rPr>
        <w:t>Denne prosjektbeskrivelsen er et supplement til den informasjonen som du legger inn i sø</w:t>
      </w:r>
      <w:r>
        <w:rPr>
          <w:b/>
          <w:i/>
        </w:rPr>
        <w:t>knadsskjemaet som du får opp når du oppretter søknaden</w:t>
      </w:r>
      <w:r w:rsidR="00A815C3" w:rsidRPr="006677DE">
        <w:rPr>
          <w:b/>
          <w:i/>
        </w:rPr>
        <w:t xml:space="preserve"> </w:t>
      </w:r>
      <w:r>
        <w:rPr>
          <w:b/>
          <w:i/>
        </w:rPr>
        <w:t xml:space="preserve">på "Mitt nettsted". </w:t>
      </w:r>
      <w:r w:rsidRPr="006677DE">
        <w:rPr>
          <w:b/>
          <w:i/>
        </w:rPr>
        <w:t>Lenker og andre do</w:t>
      </w:r>
      <w:r w:rsidR="00107AE8">
        <w:rPr>
          <w:b/>
          <w:i/>
        </w:rPr>
        <w:t>k</w:t>
      </w:r>
      <w:r w:rsidRPr="006677DE">
        <w:rPr>
          <w:b/>
          <w:i/>
        </w:rPr>
        <w:t>umenter enn de vi ber om i utlysningen blir ikke tatt hens</w:t>
      </w:r>
      <w:r>
        <w:rPr>
          <w:b/>
          <w:i/>
        </w:rPr>
        <w:t>yn til når vi vurderer søknaden.</w:t>
      </w:r>
    </w:p>
    <w:p w14:paraId="0ADF1F29" w14:textId="2C8EA44E" w:rsidR="00850559" w:rsidRPr="00107AE8" w:rsidRDefault="006677DE" w:rsidP="00850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4"/>
        </w:rPr>
      </w:pPr>
      <w:r w:rsidRPr="00107AE8">
        <w:rPr>
          <w:b/>
          <w:i/>
          <w:sz w:val="24"/>
        </w:rPr>
        <w:t>Lengde</w:t>
      </w:r>
      <w:r w:rsidR="00850559" w:rsidRPr="00107AE8">
        <w:rPr>
          <w:b/>
          <w:i/>
          <w:sz w:val="24"/>
        </w:rPr>
        <w:t xml:space="preserve">: </w:t>
      </w:r>
    </w:p>
    <w:p w14:paraId="0ADF1F2A" w14:textId="00D4B0C0" w:rsidR="00850559" w:rsidRPr="00107AE8" w:rsidRDefault="006677DE" w:rsidP="00850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783C32">
        <w:rPr>
          <w:b/>
          <w:i/>
        </w:rPr>
        <w:t>Prosjektbeskrivelsen skal ikke være på mer enn 3 sider</w:t>
      </w:r>
      <w:r w:rsidR="00783C32" w:rsidRPr="00783C32">
        <w:rPr>
          <w:b/>
          <w:i/>
        </w:rPr>
        <w:t xml:space="preserve">. </w:t>
      </w:r>
      <w:r w:rsidR="00783C32" w:rsidRPr="00107AE8">
        <w:rPr>
          <w:b/>
          <w:i/>
        </w:rPr>
        <w:t xml:space="preserve">Minimum fontstørrelse er 11 punkt </w:t>
      </w:r>
      <w:r w:rsidR="00850559" w:rsidRPr="00107AE8">
        <w:rPr>
          <w:b/>
          <w:i/>
        </w:rPr>
        <w:t xml:space="preserve">(Times New Roman, Arial </w:t>
      </w:r>
      <w:r w:rsidR="00783C32" w:rsidRPr="00107AE8">
        <w:rPr>
          <w:b/>
          <w:i/>
        </w:rPr>
        <w:t>eller</w:t>
      </w:r>
      <w:r w:rsidR="00850559" w:rsidRPr="00107AE8">
        <w:rPr>
          <w:b/>
          <w:i/>
        </w:rPr>
        <w:t xml:space="preserve"> </w:t>
      </w:r>
      <w:proofErr w:type="spellStart"/>
      <w:r w:rsidR="00850559" w:rsidRPr="00107AE8">
        <w:rPr>
          <w:b/>
          <w:i/>
        </w:rPr>
        <w:t>Calibri</w:t>
      </w:r>
      <w:proofErr w:type="spellEnd"/>
      <w:r w:rsidR="00850559" w:rsidRPr="00107AE8">
        <w:rPr>
          <w:b/>
          <w:i/>
        </w:rPr>
        <w:t xml:space="preserve">). </w:t>
      </w:r>
      <w:r w:rsidR="00783C32" w:rsidRPr="00783C32">
        <w:rPr>
          <w:b/>
          <w:i/>
        </w:rPr>
        <w:t>Du kan bruke 9-punkt font for referanser, tabeller og figurtekster.</w:t>
      </w:r>
    </w:p>
    <w:p w14:paraId="0ADF1F2B" w14:textId="29312C5D" w:rsidR="00850559" w:rsidRPr="00107AE8" w:rsidRDefault="00783C32" w:rsidP="00850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4"/>
          <w:lang w:val="en-GB"/>
        </w:rPr>
      </w:pPr>
      <w:proofErr w:type="spellStart"/>
      <w:r w:rsidRPr="00107AE8">
        <w:rPr>
          <w:b/>
          <w:i/>
          <w:sz w:val="24"/>
          <w:lang w:val="en-GB"/>
        </w:rPr>
        <w:t>Språk</w:t>
      </w:r>
      <w:proofErr w:type="spellEnd"/>
      <w:r w:rsidR="00850559" w:rsidRPr="00107AE8">
        <w:rPr>
          <w:b/>
          <w:i/>
          <w:sz w:val="24"/>
          <w:lang w:val="en-GB"/>
        </w:rPr>
        <w:t xml:space="preserve">: </w:t>
      </w:r>
    </w:p>
    <w:p w14:paraId="0ADF1F2C" w14:textId="537C9E56" w:rsidR="00850559" w:rsidRPr="00FD778F" w:rsidRDefault="00783C32" w:rsidP="00850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lang w:val="en-GB"/>
        </w:rPr>
      </w:pPr>
      <w:proofErr w:type="spellStart"/>
      <w:r>
        <w:rPr>
          <w:b/>
          <w:i/>
          <w:lang w:val="en-GB"/>
        </w:rPr>
        <w:t>Norsk</w:t>
      </w:r>
      <w:proofErr w:type="spellEnd"/>
      <w:r>
        <w:rPr>
          <w:b/>
          <w:i/>
          <w:lang w:val="en-GB"/>
        </w:rPr>
        <w:t xml:space="preserve"> </w:t>
      </w:r>
      <w:proofErr w:type="spellStart"/>
      <w:r>
        <w:rPr>
          <w:b/>
          <w:i/>
          <w:lang w:val="en-GB"/>
        </w:rPr>
        <w:t>eller</w:t>
      </w:r>
      <w:proofErr w:type="spellEnd"/>
      <w:r>
        <w:rPr>
          <w:b/>
          <w:i/>
          <w:lang w:val="en-GB"/>
        </w:rPr>
        <w:t xml:space="preserve"> </w:t>
      </w:r>
      <w:proofErr w:type="spellStart"/>
      <w:r>
        <w:rPr>
          <w:b/>
          <w:i/>
          <w:lang w:val="en-GB"/>
        </w:rPr>
        <w:t>engelsk</w:t>
      </w:r>
      <w:proofErr w:type="spellEnd"/>
    </w:p>
    <w:p w14:paraId="0ADF1F2D" w14:textId="1878FD8C" w:rsidR="00CC24FE" w:rsidRPr="00107AE8" w:rsidRDefault="00107AE8" w:rsidP="00235005">
      <w:pPr>
        <w:pStyle w:val="Overskrift3"/>
        <w:rPr>
          <w:rFonts w:cstheme="minorHAnsi"/>
          <w:szCs w:val="32"/>
        </w:rPr>
      </w:pPr>
      <w:r w:rsidRPr="00107AE8">
        <w:rPr>
          <w:rFonts w:cstheme="minorHAnsi"/>
          <w:szCs w:val="32"/>
        </w:rPr>
        <w:t>Prosjektnummer/ prosjekttittel</w:t>
      </w:r>
      <w:r w:rsidR="00691233" w:rsidRPr="00107AE8">
        <w:rPr>
          <w:rFonts w:cstheme="minorHAnsi"/>
          <w:szCs w:val="32"/>
        </w:rPr>
        <w:t>/</w:t>
      </w:r>
      <w:proofErr w:type="spellStart"/>
      <w:r w:rsidR="00691233" w:rsidRPr="00107AE8">
        <w:t>Title</w:t>
      </w:r>
      <w:proofErr w:type="spellEnd"/>
      <w:r w:rsidR="00691233" w:rsidRPr="00107AE8">
        <w:t xml:space="preserve"> </w:t>
      </w:r>
      <w:proofErr w:type="spellStart"/>
      <w:r w:rsidR="00691233" w:rsidRPr="00107AE8">
        <w:t>of</w:t>
      </w:r>
      <w:proofErr w:type="spellEnd"/>
      <w:r w:rsidR="00691233" w:rsidRPr="00107AE8">
        <w:t xml:space="preserve"> </w:t>
      </w:r>
      <w:proofErr w:type="spellStart"/>
      <w:r w:rsidR="00691233" w:rsidRPr="00107AE8">
        <w:t>main</w:t>
      </w:r>
      <w:proofErr w:type="spellEnd"/>
      <w:r w:rsidR="00691233" w:rsidRPr="00107AE8">
        <w:t xml:space="preserve"> </w:t>
      </w:r>
      <w:proofErr w:type="spellStart"/>
      <w:r w:rsidR="00691233" w:rsidRPr="00107AE8">
        <w:t>project</w:t>
      </w:r>
      <w:proofErr w:type="spellEnd"/>
      <w:r w:rsidR="00691233" w:rsidRPr="00107AE8">
        <w:t xml:space="preserve"> </w:t>
      </w:r>
    </w:p>
    <w:p w14:paraId="0ADF1F2E" w14:textId="587298A4" w:rsidR="009C39A0" w:rsidRPr="00107AE8" w:rsidRDefault="00107AE8" w:rsidP="00691233">
      <w:pPr>
        <w:rPr>
          <w:i/>
        </w:rPr>
      </w:pPr>
      <w:r w:rsidRPr="00107AE8">
        <w:rPr>
          <w:i/>
        </w:rPr>
        <w:t>Bruk same tittel som i søknad</w:t>
      </w:r>
      <w:r w:rsidR="00000B91">
        <w:rPr>
          <w:i/>
        </w:rPr>
        <w:t>s</w:t>
      </w:r>
      <w:r w:rsidRPr="00107AE8">
        <w:rPr>
          <w:i/>
        </w:rPr>
        <w:t>skjemaet</w:t>
      </w:r>
      <w:r w:rsidR="00CC24FE" w:rsidRPr="00107AE8">
        <w:rPr>
          <w:i/>
        </w:rPr>
        <w:t>.</w:t>
      </w:r>
      <w:r w:rsidR="008F516A" w:rsidRPr="00107AE8">
        <w:rPr>
          <w:i/>
        </w:rPr>
        <w:br/>
      </w:r>
    </w:p>
    <w:p w14:paraId="628CD6C5" w14:textId="3CE008C5" w:rsidR="00354056" w:rsidRPr="00000B91" w:rsidRDefault="00107AE8" w:rsidP="00235005">
      <w:pPr>
        <w:pStyle w:val="Overskrift3"/>
        <w:rPr>
          <w:lang w:val="en-GB"/>
        </w:rPr>
      </w:pPr>
      <w:proofErr w:type="spellStart"/>
      <w:r w:rsidRPr="00000B91">
        <w:rPr>
          <w:lang w:val="en-GB"/>
        </w:rPr>
        <w:t>Beskrivelse</w:t>
      </w:r>
      <w:proofErr w:type="spellEnd"/>
      <w:r w:rsidRPr="00000B91">
        <w:rPr>
          <w:lang w:val="en-GB"/>
        </w:rPr>
        <w:t xml:space="preserve"> </w:t>
      </w:r>
      <w:proofErr w:type="spellStart"/>
      <w:r w:rsidRPr="00000B91">
        <w:rPr>
          <w:lang w:val="en-GB"/>
        </w:rPr>
        <w:t>av</w:t>
      </w:r>
      <w:proofErr w:type="spellEnd"/>
      <w:r w:rsidRPr="00000B91">
        <w:rPr>
          <w:lang w:val="en-GB"/>
        </w:rPr>
        <w:t xml:space="preserve"> MSCA ITN </w:t>
      </w:r>
      <w:proofErr w:type="spellStart"/>
      <w:r w:rsidRPr="00000B91">
        <w:rPr>
          <w:lang w:val="en-GB"/>
        </w:rPr>
        <w:t>nettverket</w:t>
      </w:r>
      <w:proofErr w:type="spellEnd"/>
    </w:p>
    <w:p w14:paraId="39BC8A23" w14:textId="407AF86A" w:rsidR="00DA0BF4" w:rsidRPr="00000B91" w:rsidRDefault="00107AE8" w:rsidP="00DA0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000B91">
        <w:rPr>
          <w:i/>
        </w:rPr>
        <w:t xml:space="preserve">I denne delen skal du gi generell informasjon om MSCA ITN nettverket som du skal delta i. Du finner antagelig mye av informasjonen på nettsiden deres, i omtalen av prosjektet i </w:t>
      </w:r>
      <w:proofErr w:type="spellStart"/>
      <w:r w:rsidR="00DA0BF4" w:rsidRPr="00000B91">
        <w:rPr>
          <w:i/>
        </w:rPr>
        <w:t>eCORDA</w:t>
      </w:r>
      <w:proofErr w:type="spellEnd"/>
      <w:r w:rsidR="00DA0BF4" w:rsidRPr="00000B91">
        <w:rPr>
          <w:i/>
        </w:rPr>
        <w:t xml:space="preserve"> database</w:t>
      </w:r>
      <w:r w:rsidRPr="00000B91">
        <w:rPr>
          <w:i/>
        </w:rPr>
        <w:t>n</w:t>
      </w:r>
      <w:r w:rsidR="00DA0BF4" w:rsidRPr="00000B91">
        <w:rPr>
          <w:i/>
        </w:rPr>
        <w:t xml:space="preserve"> (</w:t>
      </w:r>
      <w:hyperlink r:id="rId11" w:history="1">
        <w:r w:rsidR="00DA0BF4" w:rsidRPr="00000B91">
          <w:rPr>
            <w:rStyle w:val="Hyperkobling"/>
            <w:i/>
          </w:rPr>
          <w:t>https://cordis.europa.eu/projects/en</w:t>
        </w:r>
      </w:hyperlink>
      <w:r w:rsidR="00DA0BF4" w:rsidRPr="00000B91">
        <w:rPr>
          <w:i/>
        </w:rPr>
        <w:t xml:space="preserve">) </w:t>
      </w:r>
      <w:r w:rsidRPr="00000B91">
        <w:rPr>
          <w:i/>
        </w:rPr>
        <w:t xml:space="preserve">eller </w:t>
      </w:r>
      <w:r w:rsidR="00B403D3" w:rsidRPr="00000B91">
        <w:rPr>
          <w:i/>
        </w:rPr>
        <w:t xml:space="preserve">utlysningen av den stillingen som du har søkt på. Bruk overskriftene </w:t>
      </w:r>
      <w:r w:rsidR="00000B91" w:rsidRPr="00000B91">
        <w:rPr>
          <w:i/>
        </w:rPr>
        <w:t>som er angitt under.</w:t>
      </w:r>
    </w:p>
    <w:p w14:paraId="25EF24A5" w14:textId="2E6F3D74" w:rsidR="00996CBF" w:rsidRPr="00000B91" w:rsidRDefault="00000B91" w:rsidP="00235005">
      <w:pPr>
        <w:pStyle w:val="Overskrift4"/>
        <w:rPr>
          <w:lang w:val="en-GB"/>
        </w:rPr>
      </w:pPr>
      <w:r w:rsidRPr="00000B91">
        <w:t>Navn og kortnavn (</w:t>
      </w:r>
      <w:proofErr w:type="spellStart"/>
      <w:r w:rsidRPr="00000B91">
        <w:t>acronym</w:t>
      </w:r>
      <w:proofErr w:type="spellEnd"/>
      <w:r w:rsidRPr="00000B91">
        <w:t xml:space="preserve">) på ITN-prosjektet. </w:t>
      </w:r>
      <w:r w:rsidR="00235005" w:rsidRPr="00000B91">
        <w:rPr>
          <w:lang w:val="en-GB"/>
        </w:rPr>
        <w:t>N</w:t>
      </w:r>
      <w:r w:rsidR="00996CBF" w:rsidRPr="00000B91">
        <w:rPr>
          <w:lang w:val="en-GB"/>
        </w:rPr>
        <w:t>ame and the acronym of the ITN project</w:t>
      </w:r>
    </w:p>
    <w:p w14:paraId="7C2FDE29" w14:textId="514693BD" w:rsidR="00662DCE" w:rsidRPr="00000B91" w:rsidRDefault="00000B91" w:rsidP="00235005">
      <w:pPr>
        <w:pStyle w:val="Overskrift4"/>
      </w:pPr>
      <w:r w:rsidRPr="00000B91">
        <w:t>Navn på universitetet/bedriften/organisasjonen som koordinerer ITN prosjektet.</w:t>
      </w:r>
    </w:p>
    <w:p w14:paraId="4BB2E09C" w14:textId="0F806426" w:rsidR="00996CBF" w:rsidRPr="00000B91" w:rsidRDefault="00000B91" w:rsidP="00235005">
      <w:pPr>
        <w:pStyle w:val="Overskrift4"/>
        <w:rPr>
          <w:lang w:val="en-GB"/>
        </w:rPr>
      </w:pPr>
      <w:r w:rsidRPr="00000B91">
        <w:t xml:space="preserve">Liste over de andre deltakerne i ITN-en, inkludert deltakeren som skal være din vertsinstitusjon. </w:t>
      </w:r>
    </w:p>
    <w:p w14:paraId="3DE7D662" w14:textId="40357AD2" w:rsidR="00235005" w:rsidRPr="00000B91" w:rsidRDefault="00000B91" w:rsidP="00235005">
      <w:pPr>
        <w:pStyle w:val="Overskrift4"/>
      </w:pPr>
      <w:r w:rsidRPr="00000B91">
        <w:t>Kort introduksjon til forskningen i ITN-prosjektet.</w:t>
      </w:r>
      <w:r w:rsidR="00996CBF" w:rsidRPr="00000B91">
        <w:t xml:space="preserve"> </w:t>
      </w:r>
    </w:p>
    <w:p w14:paraId="7D0706B6" w14:textId="61AD12A1" w:rsidR="00996CBF" w:rsidRPr="00000B91" w:rsidRDefault="00000B91" w:rsidP="00235005">
      <w:pPr>
        <w:rPr>
          <w:i/>
          <w:lang w:val="en-GB"/>
        </w:rPr>
      </w:pPr>
      <w:r w:rsidRPr="00000B91">
        <w:rPr>
          <w:i/>
        </w:rPr>
        <w:t xml:space="preserve">Du kan godt bruke informasjonen som du finner på den offentlige delen av websiden til prosjektet, aller </w:t>
      </w:r>
      <w:proofErr w:type="spellStart"/>
      <w:r w:rsidRPr="00000B91">
        <w:rPr>
          <w:i/>
        </w:rPr>
        <w:t>abstractet</w:t>
      </w:r>
      <w:proofErr w:type="spellEnd"/>
      <w:r w:rsidRPr="00000B91">
        <w:rPr>
          <w:i/>
        </w:rPr>
        <w:t xml:space="preserve"> fra prosjektbeskrivelsen. </w:t>
      </w:r>
    </w:p>
    <w:p w14:paraId="49046908" w14:textId="77777777" w:rsidR="00996CBF" w:rsidRPr="00000B91" w:rsidRDefault="00996CBF" w:rsidP="008F516A">
      <w:pPr>
        <w:spacing w:after="200" w:line="276" w:lineRule="auto"/>
        <w:rPr>
          <w:i/>
          <w:highlight w:val="yellow"/>
          <w:lang w:val="en-GB"/>
        </w:rPr>
      </w:pPr>
    </w:p>
    <w:p w14:paraId="1EA1F023" w14:textId="4992A797" w:rsidR="00996CBF" w:rsidRPr="00B700E2" w:rsidRDefault="00000B91" w:rsidP="00E573A7">
      <w:pPr>
        <w:pStyle w:val="Overskrift3"/>
      </w:pPr>
      <w:r w:rsidRPr="00B700E2">
        <w:t>Beskrivelse av ditt individuelle forskningsprosjekt</w:t>
      </w:r>
    </w:p>
    <w:p w14:paraId="043F2546" w14:textId="1DE4717A" w:rsidR="00E573A7" w:rsidRPr="00B700E2" w:rsidRDefault="00000B91" w:rsidP="00354056">
      <w:pPr>
        <w:rPr>
          <w:i/>
          <w:lang w:val="en-GB"/>
        </w:rPr>
      </w:pPr>
      <w:r w:rsidRPr="00B700E2">
        <w:rPr>
          <w:i/>
        </w:rPr>
        <w:t xml:space="preserve">Vi ber deg om å oppgi følgende informasjon, og du kan strukturere teksten som du selv synes passer. </w:t>
      </w:r>
    </w:p>
    <w:p w14:paraId="3ADD21BB" w14:textId="46874061" w:rsidR="009A33F8" w:rsidRPr="00B700E2" w:rsidRDefault="00354056" w:rsidP="00354056">
      <w:pPr>
        <w:rPr>
          <w:i/>
          <w:lang w:val="en-GB"/>
        </w:rPr>
      </w:pPr>
      <w:r w:rsidRPr="00B700E2">
        <w:rPr>
          <w:i/>
          <w:lang w:val="en-GB"/>
        </w:rPr>
        <w:t>-</w:t>
      </w:r>
      <w:proofErr w:type="spellStart"/>
      <w:r w:rsidR="00000B91" w:rsidRPr="00B700E2">
        <w:rPr>
          <w:i/>
          <w:lang w:val="en-GB"/>
        </w:rPr>
        <w:t>Navn</w:t>
      </w:r>
      <w:proofErr w:type="spellEnd"/>
      <w:r w:rsidR="00000B91" w:rsidRPr="00B700E2">
        <w:rPr>
          <w:i/>
          <w:lang w:val="en-GB"/>
        </w:rPr>
        <w:t xml:space="preserve"> </w:t>
      </w:r>
      <w:proofErr w:type="spellStart"/>
      <w:r w:rsidR="00000B91" w:rsidRPr="00B700E2">
        <w:rPr>
          <w:i/>
          <w:lang w:val="en-GB"/>
        </w:rPr>
        <w:t>på</w:t>
      </w:r>
      <w:proofErr w:type="spellEnd"/>
      <w:r w:rsidR="00000B91" w:rsidRPr="00B700E2">
        <w:rPr>
          <w:i/>
          <w:lang w:val="en-GB"/>
        </w:rPr>
        <w:t xml:space="preserve"> din </w:t>
      </w:r>
      <w:proofErr w:type="spellStart"/>
      <w:r w:rsidR="00000B91" w:rsidRPr="00B700E2">
        <w:rPr>
          <w:i/>
          <w:lang w:val="en-GB"/>
        </w:rPr>
        <w:t>vertsinstitusjon</w:t>
      </w:r>
      <w:proofErr w:type="spellEnd"/>
      <w:r w:rsidR="00000B91" w:rsidRPr="00B700E2">
        <w:rPr>
          <w:i/>
          <w:lang w:val="en-GB"/>
        </w:rPr>
        <w:t xml:space="preserve"> </w:t>
      </w:r>
      <w:proofErr w:type="spellStart"/>
      <w:r w:rsidR="00000B91" w:rsidRPr="00B700E2">
        <w:rPr>
          <w:i/>
          <w:lang w:val="en-GB"/>
        </w:rPr>
        <w:t>og</w:t>
      </w:r>
      <w:proofErr w:type="spellEnd"/>
      <w:r w:rsidR="00000B91" w:rsidRPr="00B700E2">
        <w:rPr>
          <w:i/>
          <w:lang w:val="en-GB"/>
        </w:rPr>
        <w:t xml:space="preserve"> din(e) </w:t>
      </w:r>
      <w:proofErr w:type="spellStart"/>
      <w:r w:rsidR="00000B91" w:rsidRPr="00B700E2">
        <w:rPr>
          <w:i/>
          <w:lang w:val="en-GB"/>
        </w:rPr>
        <w:t>veileder</w:t>
      </w:r>
      <w:proofErr w:type="spellEnd"/>
      <w:r w:rsidR="00CA65C3" w:rsidRPr="00B700E2">
        <w:rPr>
          <w:i/>
          <w:lang w:val="en-GB"/>
        </w:rPr>
        <w:t xml:space="preserve">(e) </w:t>
      </w:r>
    </w:p>
    <w:p w14:paraId="47A66EC8" w14:textId="07B800AF" w:rsidR="00996CBF" w:rsidRPr="00B700E2" w:rsidRDefault="00354056" w:rsidP="008F516A">
      <w:pPr>
        <w:spacing w:after="200" w:line="276" w:lineRule="auto"/>
        <w:rPr>
          <w:i/>
        </w:rPr>
      </w:pPr>
      <w:r w:rsidRPr="00B700E2">
        <w:rPr>
          <w:i/>
        </w:rPr>
        <w:t>-</w:t>
      </w:r>
      <w:r w:rsidR="00CA65C3" w:rsidRPr="00B700E2">
        <w:rPr>
          <w:i/>
        </w:rPr>
        <w:t xml:space="preserve">Er det planlagt at du skal få en doktorgrad på slutten av prosjektet? </w:t>
      </w:r>
      <w:proofErr w:type="spellStart"/>
      <w:r w:rsidR="00CA65C3" w:rsidRPr="00B700E2">
        <w:rPr>
          <w:i/>
          <w:lang w:val="en-GB"/>
        </w:rPr>
        <w:t>Er</w:t>
      </w:r>
      <w:proofErr w:type="spellEnd"/>
      <w:r w:rsidR="00CA65C3" w:rsidRPr="00B700E2">
        <w:rPr>
          <w:i/>
          <w:lang w:val="en-GB"/>
        </w:rPr>
        <w:t xml:space="preserve"> det </w:t>
      </w:r>
      <w:proofErr w:type="spellStart"/>
      <w:r w:rsidR="00CA65C3" w:rsidRPr="00B700E2">
        <w:rPr>
          <w:i/>
          <w:lang w:val="en-GB"/>
        </w:rPr>
        <w:t>fra</w:t>
      </w:r>
      <w:proofErr w:type="spellEnd"/>
      <w:r w:rsidR="00CA65C3" w:rsidRPr="00B700E2">
        <w:rPr>
          <w:i/>
          <w:lang w:val="en-GB"/>
        </w:rPr>
        <w:t xml:space="preserve"> </w:t>
      </w:r>
      <w:proofErr w:type="spellStart"/>
      <w:r w:rsidR="00CA65C3" w:rsidRPr="00B700E2">
        <w:rPr>
          <w:i/>
          <w:lang w:val="en-GB"/>
        </w:rPr>
        <w:t>vertsinstitusjonen</w:t>
      </w:r>
      <w:proofErr w:type="spellEnd"/>
      <w:r w:rsidR="00CA65C3" w:rsidRPr="00B700E2">
        <w:rPr>
          <w:i/>
          <w:lang w:val="en-GB"/>
        </w:rPr>
        <w:t xml:space="preserve"> din? </w:t>
      </w:r>
      <w:r w:rsidR="00CA65C3" w:rsidRPr="00B700E2">
        <w:rPr>
          <w:i/>
        </w:rPr>
        <w:t xml:space="preserve">(Hvis ikke, oppgi navnet på universitetet som skal utstede graden) </w:t>
      </w:r>
    </w:p>
    <w:p w14:paraId="0E957F58" w14:textId="35E2B4F6" w:rsidR="00267F05" w:rsidRPr="00B700E2" w:rsidRDefault="00267F05" w:rsidP="008F516A">
      <w:pPr>
        <w:spacing w:after="200" w:line="276" w:lineRule="auto"/>
        <w:rPr>
          <w:i/>
        </w:rPr>
      </w:pPr>
      <w:r w:rsidRPr="00B700E2">
        <w:rPr>
          <w:i/>
        </w:rPr>
        <w:t>-</w:t>
      </w:r>
      <w:r w:rsidR="00CA65C3" w:rsidRPr="00B700E2">
        <w:rPr>
          <w:i/>
        </w:rPr>
        <w:t xml:space="preserve">Beskrivelse av det vitenskapelige arbeidet som du skal gjennomføre som </w:t>
      </w:r>
      <w:r w:rsidR="00DA0BF4" w:rsidRPr="00B700E2">
        <w:rPr>
          <w:i/>
        </w:rPr>
        <w:t>ESR (</w:t>
      </w:r>
      <w:proofErr w:type="spellStart"/>
      <w:r w:rsidR="00DA0BF4" w:rsidRPr="00B700E2">
        <w:rPr>
          <w:i/>
        </w:rPr>
        <w:t>Early</w:t>
      </w:r>
      <w:proofErr w:type="spellEnd"/>
      <w:r w:rsidR="00DA0BF4" w:rsidRPr="00B700E2">
        <w:rPr>
          <w:i/>
        </w:rPr>
        <w:t xml:space="preserve"> Stage </w:t>
      </w:r>
      <w:proofErr w:type="spellStart"/>
      <w:r w:rsidR="00DA0BF4" w:rsidRPr="00B700E2">
        <w:rPr>
          <w:i/>
        </w:rPr>
        <w:t>Researcher</w:t>
      </w:r>
      <w:proofErr w:type="spellEnd"/>
      <w:r w:rsidR="00DA0BF4" w:rsidRPr="00B700E2">
        <w:rPr>
          <w:i/>
        </w:rPr>
        <w:t>) i</w:t>
      </w:r>
      <w:r w:rsidR="00CA65C3" w:rsidRPr="00B700E2">
        <w:rPr>
          <w:i/>
        </w:rPr>
        <w:t xml:space="preserve"> ITN-prosjektet.</w:t>
      </w:r>
    </w:p>
    <w:p w14:paraId="53E57866" w14:textId="03FB25A8" w:rsidR="00E573A7" w:rsidRPr="00B700E2" w:rsidRDefault="00DA0BF4" w:rsidP="00E573A7">
      <w:pPr>
        <w:spacing w:after="200" w:line="276" w:lineRule="auto"/>
        <w:rPr>
          <w:i/>
        </w:rPr>
      </w:pPr>
      <w:r w:rsidRPr="00B700E2">
        <w:rPr>
          <w:i/>
        </w:rPr>
        <w:t>-</w:t>
      </w:r>
      <w:r w:rsidR="00CA65C3" w:rsidRPr="00B700E2">
        <w:rPr>
          <w:i/>
        </w:rPr>
        <w:t xml:space="preserve">Gi en kort oversikt over </w:t>
      </w:r>
      <w:r w:rsidR="00B700E2" w:rsidRPr="00B700E2">
        <w:rPr>
          <w:i/>
        </w:rPr>
        <w:t xml:space="preserve">den felles opplæringen som ITN nettverket vil gi til deg og de andre ESR-ene i prosjektet. Med dette mener vi opplæringen i kunnskaper og ferdigheter utenom de rent vitenskapelige, og som nettverket sannsynligvis har planlagt på felles nettverksmøter for alle ESR-ene. </w:t>
      </w:r>
      <w:bookmarkStart w:id="0" w:name="_GoBack"/>
      <w:bookmarkEnd w:id="0"/>
      <w:r w:rsidR="00E573A7" w:rsidRPr="00B700E2">
        <w:rPr>
          <w:i/>
        </w:rPr>
        <w:t xml:space="preserve"> </w:t>
      </w:r>
    </w:p>
    <w:p w14:paraId="0ADF1F3A" w14:textId="50706F42" w:rsidR="00CC24FE" w:rsidRPr="00B700E2" w:rsidRDefault="00CC24FE" w:rsidP="00E573A7"/>
    <w:sectPr w:rsidR="00CC24FE" w:rsidRPr="00B700E2" w:rsidSect="00E903C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DF1F4A" w14:textId="77777777" w:rsidR="00F966FF" w:rsidRDefault="00F966FF" w:rsidP="000D14F6">
      <w:pPr>
        <w:spacing w:after="0" w:line="240" w:lineRule="auto"/>
      </w:pPr>
      <w:r>
        <w:separator/>
      </w:r>
    </w:p>
  </w:endnote>
  <w:endnote w:type="continuationSeparator" w:id="0">
    <w:p w14:paraId="0ADF1F4B" w14:textId="77777777" w:rsidR="00F966FF" w:rsidRDefault="00F966FF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F1F4E" w14:textId="5E665E20" w:rsidR="000D14F6" w:rsidRPr="00A70A06" w:rsidRDefault="00E903C2">
    <w:pPr>
      <w:pStyle w:val="Bunntekst"/>
      <w:rPr>
        <w:rFonts w:cstheme="minorHAnsi"/>
        <w:sz w:val="18"/>
        <w:szCs w:val="18"/>
      </w:rPr>
    </w:pPr>
    <w:r w:rsidRPr="002C6AB0">
      <w:rPr>
        <w:rFonts w:cstheme="minorHAnsi"/>
        <w:sz w:val="18"/>
        <w:szCs w:val="18"/>
      </w:rPr>
      <w:t>Koordinerings- og støtteaktivitet</w:t>
    </w:r>
    <w:r>
      <w:rPr>
        <w:rFonts w:cstheme="minorHAnsi"/>
        <w:sz w:val="18"/>
        <w:szCs w:val="18"/>
      </w:rPr>
      <w:t xml:space="preserve"> – MSCA-TOPP-UT desember 2019</w:t>
    </w:r>
    <w:r w:rsidR="00084A89">
      <w:rPr>
        <w:rFonts w:cstheme="minorHAnsi"/>
        <w:snapToGrid w:val="0"/>
        <w:sz w:val="18"/>
        <w:szCs w:val="18"/>
      </w:rPr>
      <w:tab/>
    </w:r>
    <w:r w:rsidR="00084A89" w:rsidRPr="002C6AB0">
      <w:rPr>
        <w:rFonts w:cstheme="minorHAnsi"/>
        <w:snapToGrid w:val="0"/>
        <w:sz w:val="18"/>
        <w:szCs w:val="18"/>
      </w:rPr>
      <w:t xml:space="preserve">side </w:t>
    </w:r>
    <w:r w:rsidR="00084A89" w:rsidRPr="002C6AB0">
      <w:rPr>
        <w:rStyle w:val="Sidetall"/>
        <w:rFonts w:cstheme="minorHAnsi"/>
        <w:sz w:val="18"/>
        <w:szCs w:val="18"/>
      </w:rPr>
      <w:fldChar w:fldCharType="begin"/>
    </w:r>
    <w:r w:rsidR="00084A89" w:rsidRPr="002C6AB0">
      <w:rPr>
        <w:rStyle w:val="Sidetall"/>
        <w:rFonts w:cstheme="minorHAnsi"/>
        <w:sz w:val="18"/>
        <w:szCs w:val="18"/>
      </w:rPr>
      <w:instrText xml:space="preserve"> PAGE </w:instrText>
    </w:r>
    <w:r w:rsidR="00084A89" w:rsidRPr="002C6AB0">
      <w:rPr>
        <w:rStyle w:val="Sidetall"/>
        <w:rFonts w:cstheme="minorHAnsi"/>
        <w:sz w:val="18"/>
        <w:szCs w:val="18"/>
      </w:rPr>
      <w:fldChar w:fldCharType="separate"/>
    </w:r>
    <w:r w:rsidR="00084A89">
      <w:rPr>
        <w:rStyle w:val="Sidetall"/>
        <w:rFonts w:cstheme="minorHAnsi"/>
        <w:sz w:val="18"/>
        <w:szCs w:val="18"/>
      </w:rPr>
      <w:t>1</w:t>
    </w:r>
    <w:r w:rsidR="00084A89" w:rsidRPr="002C6AB0">
      <w:rPr>
        <w:rStyle w:val="Sidetall"/>
        <w:rFonts w:cstheme="minorHAnsi"/>
        <w:sz w:val="18"/>
        <w:szCs w:val="18"/>
      </w:rPr>
      <w:fldChar w:fldCharType="end"/>
    </w:r>
    <w:r w:rsidR="00084A89" w:rsidRPr="002C6AB0">
      <w:rPr>
        <w:rFonts w:cstheme="minorHAnsi"/>
        <w:snapToGrid w:val="0"/>
        <w:sz w:val="18"/>
        <w:szCs w:val="18"/>
      </w:rPr>
      <w:t>/</w:t>
    </w:r>
    <w:r w:rsidR="00084A89" w:rsidRPr="002C6AB0">
      <w:rPr>
        <w:rStyle w:val="Sidetall"/>
        <w:rFonts w:cstheme="minorHAnsi"/>
        <w:sz w:val="18"/>
        <w:szCs w:val="18"/>
      </w:rPr>
      <w:fldChar w:fldCharType="begin"/>
    </w:r>
    <w:r w:rsidR="00084A89" w:rsidRPr="002C6AB0">
      <w:rPr>
        <w:rStyle w:val="Sidetall"/>
        <w:rFonts w:cstheme="minorHAnsi"/>
        <w:sz w:val="18"/>
        <w:szCs w:val="18"/>
      </w:rPr>
      <w:instrText xml:space="preserve"> NUMPAGES </w:instrText>
    </w:r>
    <w:r w:rsidR="00084A89" w:rsidRPr="002C6AB0">
      <w:rPr>
        <w:rStyle w:val="Sidetall"/>
        <w:rFonts w:cstheme="minorHAnsi"/>
        <w:sz w:val="18"/>
        <w:szCs w:val="18"/>
      </w:rPr>
      <w:fldChar w:fldCharType="separate"/>
    </w:r>
    <w:r w:rsidR="00084A89">
      <w:rPr>
        <w:rStyle w:val="Sidetall"/>
        <w:rFonts w:cstheme="minorHAnsi"/>
        <w:sz w:val="18"/>
        <w:szCs w:val="18"/>
      </w:rPr>
      <w:t>4</w:t>
    </w:r>
    <w:r w:rsidR="00084A89" w:rsidRPr="002C6AB0">
      <w:rPr>
        <w:rStyle w:val="Sidetall"/>
        <w:rFonts w:cstheme="minorHAnsi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F1F51" w14:textId="6E7CBA8C" w:rsidR="00084A89" w:rsidRDefault="00084A89">
    <w:pPr>
      <w:pStyle w:val="Bunntekst"/>
    </w:pPr>
    <w:r w:rsidRPr="002C6AB0">
      <w:rPr>
        <w:rFonts w:cstheme="minorHAnsi"/>
        <w:sz w:val="18"/>
        <w:szCs w:val="18"/>
      </w:rPr>
      <w:t>Koordinerings- og støtteaktivitet</w:t>
    </w:r>
    <w:r>
      <w:rPr>
        <w:rFonts w:cstheme="minorHAnsi"/>
        <w:sz w:val="18"/>
        <w:szCs w:val="18"/>
      </w:rPr>
      <w:t xml:space="preserve"> </w:t>
    </w:r>
    <w:r w:rsidR="00E903C2">
      <w:rPr>
        <w:rFonts w:cstheme="minorHAnsi"/>
        <w:sz w:val="18"/>
        <w:szCs w:val="18"/>
      </w:rPr>
      <w:t>–</w:t>
    </w:r>
    <w:r>
      <w:rPr>
        <w:rFonts w:cstheme="minorHAnsi"/>
        <w:sz w:val="18"/>
        <w:szCs w:val="18"/>
      </w:rPr>
      <w:t xml:space="preserve"> </w:t>
    </w:r>
    <w:r w:rsidR="00E903C2">
      <w:rPr>
        <w:rFonts w:cstheme="minorHAnsi"/>
        <w:sz w:val="18"/>
        <w:szCs w:val="18"/>
      </w:rPr>
      <w:t>MSCA-TOPP-UT desember 2019</w:t>
    </w:r>
    <w:r w:rsidRPr="002C6AB0">
      <w:rPr>
        <w:rFonts w:cstheme="minorHAnsi"/>
        <w:snapToGrid w:val="0"/>
        <w:sz w:val="18"/>
        <w:szCs w:val="18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C6AB0">
      <w:rPr>
        <w:rStyle w:val="Sidetall"/>
        <w:rFonts w:cstheme="minorHAnsi"/>
        <w:sz w:val="18"/>
        <w:szCs w:val="18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>
      <w:rPr>
        <w:rStyle w:val="Sidetall"/>
        <w:rFonts w:cstheme="minorHAnsi"/>
        <w:sz w:val="18"/>
        <w:szCs w:val="18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2C6AB0">
      <w:rPr>
        <w:rFonts w:cstheme="minorHAnsi"/>
        <w:snapToGrid w:val="0"/>
        <w:sz w:val="18"/>
        <w:szCs w:val="18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C6AB0">
      <w:rPr>
        <w:rStyle w:val="Sidetall"/>
        <w:rFonts w:cstheme="minorHAnsi"/>
        <w:sz w:val="18"/>
        <w:szCs w:val="18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>
      <w:rPr>
        <w:rStyle w:val="Sidetall"/>
        <w:rFonts w:cstheme="minorHAnsi"/>
        <w:sz w:val="18"/>
        <w:szCs w:val="18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DF1F48" w14:textId="77777777" w:rsidR="00F966FF" w:rsidRDefault="00F966FF" w:rsidP="000D14F6">
      <w:pPr>
        <w:spacing w:after="0" w:line="240" w:lineRule="auto"/>
      </w:pPr>
      <w:r>
        <w:separator/>
      </w:r>
    </w:p>
  </w:footnote>
  <w:footnote w:type="continuationSeparator" w:id="0">
    <w:p w14:paraId="0ADF1F49" w14:textId="77777777" w:rsidR="00F966FF" w:rsidRDefault="00F966FF" w:rsidP="000D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5D480" w14:textId="77777777" w:rsidR="00E903C2" w:rsidRPr="00084A89" w:rsidRDefault="00E903C2" w:rsidP="00E903C2">
    <w:pPr>
      <w:pStyle w:val="Topptekst"/>
      <w:rPr>
        <w:sz w:val="20"/>
      </w:rPr>
    </w:pPr>
    <w:r w:rsidRPr="00834B26">
      <w:rPr>
        <w:sz w:val="20"/>
      </w:rPr>
      <w:t>"Pro</w:t>
    </w:r>
    <w:r>
      <w:rPr>
        <w:sz w:val="20"/>
      </w:rPr>
      <w:t xml:space="preserve">ject </w:t>
    </w:r>
    <w:proofErr w:type="spellStart"/>
    <w:r>
      <w:rPr>
        <w:sz w:val="20"/>
      </w:rPr>
      <w:t>title</w:t>
    </w:r>
    <w:proofErr w:type="spellEnd"/>
    <w:r w:rsidRPr="00834B26">
      <w:rPr>
        <w:sz w:val="20"/>
      </w:rPr>
      <w:t xml:space="preserve">" </w:t>
    </w:r>
    <w:r>
      <w:rPr>
        <w:sz w:val="20"/>
      </w:rPr>
      <w:t xml:space="preserve">and date  </w:t>
    </w:r>
  </w:p>
  <w:p w14:paraId="0ADF1F4D" w14:textId="77777777" w:rsidR="00084A89" w:rsidRDefault="00084A89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F1F4F" w14:textId="3E77C2CC" w:rsidR="00084A89" w:rsidRPr="00084A89" w:rsidRDefault="00084A89">
    <w:pPr>
      <w:pStyle w:val="Topptekst"/>
      <w:rPr>
        <w:sz w:val="20"/>
      </w:rPr>
    </w:pPr>
    <w:r w:rsidRPr="00834B26">
      <w:rPr>
        <w:sz w:val="20"/>
      </w:rPr>
      <w:t>"Pro</w:t>
    </w:r>
    <w:r w:rsidR="00E53167">
      <w:rPr>
        <w:sz w:val="20"/>
      </w:rPr>
      <w:t xml:space="preserve">ject </w:t>
    </w:r>
    <w:proofErr w:type="spellStart"/>
    <w:r w:rsidR="00E53167">
      <w:rPr>
        <w:sz w:val="20"/>
      </w:rPr>
      <w:t>title</w:t>
    </w:r>
    <w:proofErr w:type="spellEnd"/>
    <w:r w:rsidRPr="00834B26">
      <w:rPr>
        <w:sz w:val="20"/>
      </w:rPr>
      <w:t xml:space="preserve">" </w:t>
    </w:r>
    <w:r w:rsidR="00E53167">
      <w:rPr>
        <w:sz w:val="20"/>
      </w:rPr>
      <w:t>and date</w:t>
    </w:r>
    <w:r>
      <w:rPr>
        <w:sz w:val="20"/>
      </w:rPr>
      <w:t xml:space="preserve">  </w:t>
    </w:r>
  </w:p>
  <w:p w14:paraId="0ADF1F50" w14:textId="77777777" w:rsidR="00084A89" w:rsidRDefault="00084A89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76889"/>
    <w:multiLevelType w:val="hybridMultilevel"/>
    <w:tmpl w:val="3A705882"/>
    <w:lvl w:ilvl="0" w:tplc="03123F5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A844F2"/>
    <w:multiLevelType w:val="hybridMultilevel"/>
    <w:tmpl w:val="B226F120"/>
    <w:lvl w:ilvl="0" w:tplc="7B8061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4FE"/>
    <w:rsid w:val="00000B91"/>
    <w:rsid w:val="00006DB8"/>
    <w:rsid w:val="00037413"/>
    <w:rsid w:val="00084A89"/>
    <w:rsid w:val="000906C4"/>
    <w:rsid w:val="000B3916"/>
    <w:rsid w:val="000D14F6"/>
    <w:rsid w:val="000D66A8"/>
    <w:rsid w:val="000F6A55"/>
    <w:rsid w:val="0010241C"/>
    <w:rsid w:val="00105391"/>
    <w:rsid w:val="00107AE8"/>
    <w:rsid w:val="00115A02"/>
    <w:rsid w:val="00117964"/>
    <w:rsid w:val="00117A84"/>
    <w:rsid w:val="00122490"/>
    <w:rsid w:val="00140E28"/>
    <w:rsid w:val="001547C1"/>
    <w:rsid w:val="00156463"/>
    <w:rsid w:val="00163136"/>
    <w:rsid w:val="00182BBC"/>
    <w:rsid w:val="00183C5B"/>
    <w:rsid w:val="001B61FE"/>
    <w:rsid w:val="001C250F"/>
    <w:rsid w:val="001F3823"/>
    <w:rsid w:val="00235005"/>
    <w:rsid w:val="00267F05"/>
    <w:rsid w:val="002949DC"/>
    <w:rsid w:val="002A2AAB"/>
    <w:rsid w:val="002B1BCC"/>
    <w:rsid w:val="002F1C33"/>
    <w:rsid w:val="003006AE"/>
    <w:rsid w:val="00304855"/>
    <w:rsid w:val="00350B0A"/>
    <w:rsid w:val="00354056"/>
    <w:rsid w:val="0036510F"/>
    <w:rsid w:val="003703A7"/>
    <w:rsid w:val="00384787"/>
    <w:rsid w:val="003B45C6"/>
    <w:rsid w:val="003D19BB"/>
    <w:rsid w:val="003D5A00"/>
    <w:rsid w:val="00400A16"/>
    <w:rsid w:val="00407CDF"/>
    <w:rsid w:val="004203EB"/>
    <w:rsid w:val="00484B4B"/>
    <w:rsid w:val="004B2C32"/>
    <w:rsid w:val="004F0EDE"/>
    <w:rsid w:val="004F73CB"/>
    <w:rsid w:val="00516EC8"/>
    <w:rsid w:val="00565D31"/>
    <w:rsid w:val="00594EF9"/>
    <w:rsid w:val="005A7181"/>
    <w:rsid w:val="005D214B"/>
    <w:rsid w:val="00606BCB"/>
    <w:rsid w:val="00615F13"/>
    <w:rsid w:val="00662DCE"/>
    <w:rsid w:val="006677DE"/>
    <w:rsid w:val="00691233"/>
    <w:rsid w:val="006C64B7"/>
    <w:rsid w:val="006E7520"/>
    <w:rsid w:val="007759EE"/>
    <w:rsid w:val="00783C32"/>
    <w:rsid w:val="007E2F0D"/>
    <w:rsid w:val="007F2446"/>
    <w:rsid w:val="00806963"/>
    <w:rsid w:val="00850559"/>
    <w:rsid w:val="0085699C"/>
    <w:rsid w:val="00872A5A"/>
    <w:rsid w:val="00872E57"/>
    <w:rsid w:val="00874EF5"/>
    <w:rsid w:val="008B5268"/>
    <w:rsid w:val="008F516A"/>
    <w:rsid w:val="009206AA"/>
    <w:rsid w:val="00945191"/>
    <w:rsid w:val="00985A57"/>
    <w:rsid w:val="009962E3"/>
    <w:rsid w:val="00996543"/>
    <w:rsid w:val="00996CBF"/>
    <w:rsid w:val="009A33F8"/>
    <w:rsid w:val="009B6F7A"/>
    <w:rsid w:val="009B71F4"/>
    <w:rsid w:val="009B75D7"/>
    <w:rsid w:val="009C39A0"/>
    <w:rsid w:val="009E3C54"/>
    <w:rsid w:val="009F7382"/>
    <w:rsid w:val="00A242F3"/>
    <w:rsid w:val="00A27AAF"/>
    <w:rsid w:val="00A70A06"/>
    <w:rsid w:val="00A80372"/>
    <w:rsid w:val="00A815C3"/>
    <w:rsid w:val="00A86DC1"/>
    <w:rsid w:val="00A92F7B"/>
    <w:rsid w:val="00AB7978"/>
    <w:rsid w:val="00AC6D5B"/>
    <w:rsid w:val="00AD2078"/>
    <w:rsid w:val="00AF541E"/>
    <w:rsid w:val="00B15CC7"/>
    <w:rsid w:val="00B403D3"/>
    <w:rsid w:val="00B55330"/>
    <w:rsid w:val="00B700E2"/>
    <w:rsid w:val="00B713A6"/>
    <w:rsid w:val="00BC26AC"/>
    <w:rsid w:val="00BF1068"/>
    <w:rsid w:val="00C43DA1"/>
    <w:rsid w:val="00C81193"/>
    <w:rsid w:val="00C923A2"/>
    <w:rsid w:val="00CA65C3"/>
    <w:rsid w:val="00CC10C0"/>
    <w:rsid w:val="00CC24FE"/>
    <w:rsid w:val="00CC77DA"/>
    <w:rsid w:val="00CD066A"/>
    <w:rsid w:val="00CE5D4A"/>
    <w:rsid w:val="00D22E15"/>
    <w:rsid w:val="00D408CC"/>
    <w:rsid w:val="00D57D79"/>
    <w:rsid w:val="00DA0BF4"/>
    <w:rsid w:val="00DC6DC8"/>
    <w:rsid w:val="00DD41AD"/>
    <w:rsid w:val="00E163B4"/>
    <w:rsid w:val="00E32011"/>
    <w:rsid w:val="00E34C9F"/>
    <w:rsid w:val="00E53167"/>
    <w:rsid w:val="00E55002"/>
    <w:rsid w:val="00E573A7"/>
    <w:rsid w:val="00E67617"/>
    <w:rsid w:val="00E81BF1"/>
    <w:rsid w:val="00E903C2"/>
    <w:rsid w:val="00EF7A61"/>
    <w:rsid w:val="00F046A8"/>
    <w:rsid w:val="00F10733"/>
    <w:rsid w:val="00F26FAB"/>
    <w:rsid w:val="00F45228"/>
    <w:rsid w:val="00F47A27"/>
    <w:rsid w:val="00F939BC"/>
    <w:rsid w:val="00F966FF"/>
    <w:rsid w:val="00FA1021"/>
    <w:rsid w:val="00FC6A9F"/>
    <w:rsid w:val="00FD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ADF1F24"/>
  <w15:chartTrackingRefBased/>
  <w15:docId w15:val="{B3AC5A1F-31F5-4FC9-8E27-5D9303BC5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3136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Listeavsnitt">
    <w:name w:val="List Paragraph"/>
    <w:basedOn w:val="Normal"/>
    <w:uiPriority w:val="34"/>
    <w:rsid w:val="009C39A0"/>
    <w:pPr>
      <w:ind w:left="720"/>
      <w:contextualSpacing/>
    </w:pPr>
  </w:style>
  <w:style w:type="character" w:styleId="Merknadsreferanse">
    <w:name w:val="annotation reference"/>
    <w:basedOn w:val="Standardskriftforavsnitt"/>
    <w:uiPriority w:val="99"/>
    <w:semiHidden/>
    <w:unhideWhenUsed/>
    <w:rsid w:val="000F6A5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0F6A5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0F6A5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0F6A5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0F6A55"/>
    <w:rPr>
      <w:b/>
      <w:bCs/>
      <w:color w:val="000000" w:themeColor="text1"/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0F6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0F6A55"/>
    <w:rPr>
      <w:rFonts w:ascii="Segoe UI" w:hAnsi="Segoe UI" w:cs="Segoe UI"/>
      <w:color w:val="000000" w:themeColor="text1"/>
      <w:sz w:val="18"/>
      <w:szCs w:val="18"/>
    </w:rPr>
  </w:style>
  <w:style w:type="character" w:styleId="Sidetall">
    <w:name w:val="page number"/>
    <w:basedOn w:val="Standardskriftforavsnitt"/>
    <w:rsid w:val="00084A89"/>
  </w:style>
  <w:style w:type="character" w:styleId="Hyperkobling">
    <w:name w:val="Hyperlink"/>
    <w:basedOn w:val="Standardskriftforavsnitt"/>
    <w:uiPriority w:val="99"/>
    <w:unhideWhenUsed/>
    <w:rsid w:val="00BC26AC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BC2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rdis.europa.eu/projects/en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F909996FD5764EB58D5484D23EC7DC" ma:contentTypeVersion="0" ma:contentTypeDescription="Opprett et nytt dokument." ma:contentTypeScope="" ma:versionID="3823e0aefb649c10a1e61348e53675a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e2500873ed525c1cf306a41cba81e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2F5A6-8E72-41B1-A68A-40C6D88524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C0402A-A474-4BDB-A3C7-118926071C1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7A81E6F-D87E-477E-9926-0E523B7AEC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361BB5-861E-45AA-81BA-3D153499C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Ulstein</dc:creator>
  <cp:keywords/>
  <dc:description/>
  <cp:lastModifiedBy>Berit Sundby Avset</cp:lastModifiedBy>
  <cp:revision>5</cp:revision>
  <cp:lastPrinted>2019-12-19T13:45:00Z</cp:lastPrinted>
  <dcterms:created xsi:type="dcterms:W3CDTF">2019-12-20T16:09:00Z</dcterms:created>
  <dcterms:modified xsi:type="dcterms:W3CDTF">2020-01-29T08:43:00Z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0x01010048F909996FD5764EB58D5484D23EC7DC</vt:lpwstr>
  </property>
</Properties>
</file>